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1A4" w:rsidRDefault="00C351A4" w:rsidP="00B73A0E">
      <w:pPr>
        <w:keepNext/>
        <w:widowControl w:val="0"/>
        <w:jc w:val="center"/>
        <w:outlineLvl w:val="0"/>
        <w:rPr>
          <w:rFonts w:ascii="Arial" w:hAnsi="Arial" w:cs="Arial"/>
          <w:b/>
          <w:color w:val="auto"/>
          <w:sz w:val="36"/>
          <w:szCs w:val="36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486233479"/>
      <w:bookmarkStart w:id="8" w:name="_Toc22114939"/>
    </w:p>
    <w:p w:rsidR="00B73A0E" w:rsidRPr="00B73A0E" w:rsidRDefault="00B73A0E" w:rsidP="00B73A0E">
      <w:pPr>
        <w:keepNext/>
        <w:widowControl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B73A0E">
        <w:rPr>
          <w:rFonts w:ascii="Arial" w:hAnsi="Arial" w:cs="Arial"/>
          <w:b/>
          <w:color w:val="auto"/>
          <w:sz w:val="36"/>
          <w:szCs w:val="36"/>
        </w:rPr>
        <w:t xml:space="preserve">Príkaz ministra č. </w:t>
      </w:r>
      <w:r w:rsidR="00233B7D">
        <w:rPr>
          <w:rFonts w:ascii="Arial" w:hAnsi="Arial" w:cs="Arial"/>
          <w:b/>
          <w:color w:val="auto"/>
          <w:sz w:val="36"/>
          <w:szCs w:val="36"/>
        </w:rPr>
        <w:t>46</w:t>
      </w:r>
      <w:r w:rsidRPr="00B73A0E">
        <w:rPr>
          <w:rFonts w:ascii="Arial" w:hAnsi="Arial" w:cs="Arial"/>
          <w:b/>
          <w:color w:val="auto"/>
          <w:sz w:val="36"/>
          <w:szCs w:val="36"/>
        </w:rPr>
        <w:t>/201</w:t>
      </w:r>
      <w:r w:rsidR="000A5608">
        <w:rPr>
          <w:rFonts w:ascii="Arial" w:hAnsi="Arial" w:cs="Arial"/>
          <w:b/>
          <w:color w:val="auto"/>
          <w:sz w:val="36"/>
          <w:szCs w:val="36"/>
        </w:rPr>
        <w:t>9</w:t>
      </w:r>
      <w:r w:rsidRPr="00B73A0E">
        <w:rPr>
          <w:rFonts w:ascii="Arial" w:hAnsi="Arial" w:cs="Arial"/>
          <w:b/>
          <w:bCs/>
          <w:color w:val="auto"/>
          <w:sz w:val="28"/>
          <w:szCs w:val="28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Pr="00B73A0E">
        <w:rPr>
          <w:rFonts w:ascii="Arial" w:hAnsi="Arial" w:cs="Arial"/>
          <w:b/>
          <w:sz w:val="28"/>
          <w:szCs w:val="28"/>
        </w:rPr>
        <w:t xml:space="preserve">ktorým sa zriaďuje </w:t>
      </w:r>
      <w:bookmarkEnd w:id="7"/>
      <w:r w:rsidR="00FD75D3">
        <w:rPr>
          <w:rFonts w:ascii="Arial" w:hAnsi="Arial" w:cs="Arial"/>
          <w:b/>
          <w:sz w:val="28"/>
          <w:szCs w:val="28"/>
        </w:rPr>
        <w:t xml:space="preserve">výberová 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>komisi</w:t>
      </w:r>
      <w:r w:rsidR="000A5608">
        <w:rPr>
          <w:rFonts w:ascii="Arial" w:hAnsi="Arial" w:cs="Arial"/>
          <w:b/>
          <w:bCs/>
          <w:sz w:val="28"/>
          <w:szCs w:val="28"/>
        </w:rPr>
        <w:t>a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 xml:space="preserve"> pre výberové konanie na obsadenie funkci</w:t>
      </w:r>
      <w:r w:rsidR="00510DCC">
        <w:rPr>
          <w:rFonts w:ascii="Arial" w:hAnsi="Arial" w:cs="Arial"/>
          <w:b/>
          <w:bCs/>
          <w:sz w:val="28"/>
          <w:szCs w:val="28"/>
        </w:rPr>
        <w:t>í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 xml:space="preserve"> </w:t>
      </w:r>
      <w:r w:rsidR="00EB5D47">
        <w:rPr>
          <w:rFonts w:ascii="Arial" w:hAnsi="Arial" w:cs="Arial"/>
          <w:b/>
          <w:bCs/>
          <w:sz w:val="28"/>
          <w:szCs w:val="28"/>
        </w:rPr>
        <w:t>člen</w:t>
      </w:r>
      <w:r w:rsidR="00510DCC">
        <w:rPr>
          <w:rFonts w:ascii="Arial" w:hAnsi="Arial" w:cs="Arial"/>
          <w:b/>
          <w:bCs/>
          <w:sz w:val="28"/>
          <w:szCs w:val="28"/>
        </w:rPr>
        <w:t>ov</w:t>
      </w:r>
      <w:r w:rsidR="00EB5D47">
        <w:rPr>
          <w:rFonts w:ascii="Arial" w:hAnsi="Arial" w:cs="Arial"/>
          <w:b/>
          <w:bCs/>
          <w:sz w:val="28"/>
          <w:szCs w:val="28"/>
        </w:rPr>
        <w:t xml:space="preserve"> odvolacej komisie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 xml:space="preserve"> Slovenskej akreditačnej agentúry pre vysoké školstvo</w:t>
      </w:r>
      <w:bookmarkEnd w:id="8"/>
    </w:p>
    <w:p w:rsidR="00061F94" w:rsidRPr="00061F94" w:rsidRDefault="00061F94" w:rsidP="00061F94"/>
    <w:p w:rsidR="00A65629" w:rsidRPr="00AC5627" w:rsidRDefault="001719A1" w:rsidP="00014134">
      <w:pPr>
        <w:pStyle w:val="gestorsktva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Gestorský útvar: </w:t>
      </w:r>
      <w:r w:rsidR="00B73A0E">
        <w:rPr>
          <w:rFonts w:ascii="Arial" w:hAnsi="Arial" w:cs="Arial"/>
          <w:color w:val="auto"/>
        </w:rPr>
        <w:t xml:space="preserve"> </w:t>
      </w:r>
      <w:r w:rsidR="00B73A0E" w:rsidRPr="0085569F">
        <w:rPr>
          <w:rFonts w:ascii="Arial" w:hAnsi="Arial" w:cs="Arial"/>
          <w:color w:val="auto"/>
        </w:rPr>
        <w:t xml:space="preserve">sekcia </w:t>
      </w:r>
      <w:r w:rsidR="000A5608">
        <w:rPr>
          <w:rFonts w:ascii="Arial" w:hAnsi="Arial" w:cs="Arial"/>
          <w:color w:val="auto"/>
        </w:rPr>
        <w:t>vysokých škôl</w:t>
      </w:r>
      <w:r w:rsidR="0085569F" w:rsidRPr="0085569F">
        <w:rPr>
          <w:rFonts w:ascii="Arial" w:hAnsi="Arial" w:cs="Arial"/>
          <w:color w:val="auto"/>
        </w:rPr>
        <w:t>, tel.: 02/593 74</w:t>
      </w:r>
      <w:r w:rsidR="00014134">
        <w:rPr>
          <w:rFonts w:ascii="Arial" w:hAnsi="Arial" w:cs="Arial"/>
          <w:color w:val="auto"/>
        </w:rPr>
        <w:t> </w:t>
      </w:r>
      <w:r w:rsidR="0085569F" w:rsidRPr="0085569F">
        <w:rPr>
          <w:rFonts w:ascii="Arial" w:hAnsi="Arial" w:cs="Arial"/>
          <w:color w:val="auto"/>
        </w:rPr>
        <w:t>3</w:t>
      </w:r>
      <w:r w:rsidR="000A5608">
        <w:rPr>
          <w:rFonts w:ascii="Arial" w:hAnsi="Arial" w:cs="Arial"/>
          <w:color w:val="auto"/>
        </w:rPr>
        <w:t>69</w:t>
      </w:r>
      <w:r w:rsidR="00014134">
        <w:rPr>
          <w:rFonts w:ascii="Arial" w:hAnsi="Arial" w:cs="Arial"/>
          <w:color w:val="auto"/>
        </w:rPr>
        <w:t xml:space="preserve">                  </w:t>
      </w:r>
      <w:r w:rsidR="009D4646" w:rsidRPr="0085569F">
        <w:rPr>
          <w:rFonts w:ascii="Arial" w:hAnsi="Arial" w:cs="Arial"/>
          <w:color w:val="auto"/>
        </w:rPr>
        <w:t xml:space="preserve"> </w:t>
      </w:r>
      <w:r w:rsidR="00B73A0E" w:rsidRPr="0085569F">
        <w:rPr>
          <w:rFonts w:ascii="Arial" w:hAnsi="Arial" w:cs="Arial"/>
          <w:color w:val="auto"/>
        </w:rPr>
        <w:t>ev. č.:</w:t>
      </w:r>
      <w:r w:rsidR="009C2D82">
        <w:rPr>
          <w:rFonts w:ascii="Arial" w:hAnsi="Arial" w:cs="Arial"/>
          <w:color w:val="auto"/>
        </w:rPr>
        <w:t xml:space="preserve"> </w:t>
      </w:r>
      <w:r w:rsidR="005B39D0" w:rsidRPr="005B39D0">
        <w:rPr>
          <w:rFonts w:ascii="Arial" w:hAnsi="Arial" w:cs="Arial"/>
          <w:color w:val="auto"/>
        </w:rPr>
        <w:t>2019/16643:1-A1110</w:t>
      </w:r>
      <w:r w:rsidR="001B65B3">
        <w:rPr>
          <w:rFonts w:ascii="Arial" w:hAnsi="Arial" w:cs="Arial"/>
          <w:color w:val="auto"/>
        </w:rPr>
        <w:tab/>
      </w:r>
      <w:r w:rsidR="001B65B3">
        <w:rPr>
          <w:rFonts w:ascii="Arial" w:hAnsi="Arial" w:cs="Arial"/>
          <w:color w:val="auto"/>
        </w:rPr>
        <w:tab/>
      </w:r>
    </w:p>
    <w:p w:rsidR="008A4CED" w:rsidRPr="007C59F9" w:rsidRDefault="00D032A2" w:rsidP="00FD75D3">
      <w:pPr>
        <w:pStyle w:val="text"/>
        <w:ind w:firstLine="0"/>
        <w:rPr>
          <w:rFonts w:cs="Arial"/>
        </w:rPr>
      </w:pPr>
      <w:r w:rsidRPr="007C59F9">
        <w:rPr>
          <w:rFonts w:cs="Arial"/>
        </w:rPr>
        <w:t>Minister</w:t>
      </w:r>
      <w:r w:rsidR="00CA470E">
        <w:rPr>
          <w:rFonts w:cs="Arial"/>
        </w:rPr>
        <w:t>ka</w:t>
      </w:r>
      <w:r w:rsidRPr="007C59F9">
        <w:rPr>
          <w:rFonts w:cs="Arial"/>
        </w:rPr>
        <w:t xml:space="preserve"> školstva, vedy, výskumu a športu </w:t>
      </w:r>
      <w:r w:rsidR="001B67B8">
        <w:rPr>
          <w:rFonts w:cs="Arial"/>
        </w:rPr>
        <w:t xml:space="preserve">(ďalej len „ministerka“) </w:t>
      </w:r>
      <w:r w:rsidR="000F63C1">
        <w:rPr>
          <w:rFonts w:cs="Arial"/>
        </w:rPr>
        <w:t>podľa</w:t>
      </w:r>
      <w:r w:rsidRPr="007C59F9">
        <w:rPr>
          <w:rFonts w:cs="Arial"/>
        </w:rPr>
        <w:t> článk</w:t>
      </w:r>
      <w:r w:rsidR="000F63C1">
        <w:rPr>
          <w:rFonts w:cs="Arial"/>
        </w:rPr>
        <w:t>u</w:t>
      </w:r>
      <w:r w:rsidRPr="007C59F9">
        <w:rPr>
          <w:rFonts w:cs="Arial"/>
        </w:rPr>
        <w:t xml:space="preserve"> 11 ods. 2 </w:t>
      </w:r>
      <w:r w:rsidR="00102404" w:rsidRPr="00102404">
        <w:rPr>
          <w:rFonts w:cs="Arial"/>
        </w:rPr>
        <w:t xml:space="preserve">písm. b) šiesteho bodu </w:t>
      </w:r>
      <w:r w:rsidR="00102404">
        <w:rPr>
          <w:rFonts w:cs="Arial"/>
        </w:rPr>
        <w:t xml:space="preserve">a </w:t>
      </w:r>
      <w:r w:rsidRPr="007C59F9">
        <w:rPr>
          <w:rFonts w:cs="Arial"/>
        </w:rPr>
        <w:t xml:space="preserve">písm. f) </w:t>
      </w:r>
      <w:r w:rsidR="000F63C1">
        <w:rPr>
          <w:rFonts w:cs="Arial"/>
        </w:rPr>
        <w:t xml:space="preserve">druhého </w:t>
      </w:r>
      <w:r w:rsidRPr="007C59F9">
        <w:rPr>
          <w:rFonts w:cs="Arial"/>
        </w:rPr>
        <w:t>bod</w:t>
      </w:r>
      <w:r w:rsidR="000F63C1">
        <w:rPr>
          <w:rFonts w:cs="Arial"/>
        </w:rPr>
        <w:t>u</w:t>
      </w:r>
      <w:r w:rsidRPr="007C59F9">
        <w:rPr>
          <w:rFonts w:cs="Arial"/>
        </w:rPr>
        <w:t xml:space="preserve"> Organizačného poriadku </w:t>
      </w:r>
      <w:r w:rsidRPr="007C59F9">
        <w:rPr>
          <w:rFonts w:cs="Arial"/>
          <w:bCs/>
          <w:spacing w:val="-4"/>
        </w:rPr>
        <w:t xml:space="preserve">Ministerstva </w:t>
      </w:r>
      <w:r w:rsidRPr="007C59F9">
        <w:rPr>
          <w:rFonts w:cs="Arial"/>
        </w:rPr>
        <w:t>školstva, vedy, výskumu a športu Slovenskej republiky vydáva tento príkaz:</w:t>
      </w:r>
    </w:p>
    <w:p w:rsidR="00F81EAD" w:rsidRPr="00AC5627" w:rsidRDefault="00F81EAD" w:rsidP="00B73A0E">
      <w:pPr>
        <w:pStyle w:val="Nadpis3"/>
        <w:rPr>
          <w:rFonts w:ascii="Arial" w:hAnsi="Arial"/>
          <w:color w:val="auto"/>
        </w:rPr>
      </w:pPr>
      <w:r w:rsidRPr="00AC5627">
        <w:rPr>
          <w:rFonts w:ascii="Arial" w:hAnsi="Arial"/>
          <w:color w:val="auto"/>
        </w:rPr>
        <w:br/>
      </w:r>
      <w:bookmarkStart w:id="9" w:name="_Toc22114940"/>
      <w:r w:rsidR="00B73A0E" w:rsidRPr="00B73A0E">
        <w:rPr>
          <w:rFonts w:ascii="Arial" w:hAnsi="Arial"/>
          <w:color w:val="auto"/>
        </w:rPr>
        <w:t>Úvodné ustanovenia</w:t>
      </w:r>
      <w:bookmarkEnd w:id="9"/>
    </w:p>
    <w:p w:rsidR="003A3BF0" w:rsidRDefault="003A3BF0" w:rsidP="003A3BF0">
      <w:pPr>
        <w:pStyle w:val="odsekChar"/>
        <w:numPr>
          <w:ilvl w:val="0"/>
          <w:numId w:val="0"/>
        </w:numPr>
        <w:ind w:left="1077"/>
        <w:jc w:val="center"/>
        <w:rPr>
          <w:rFonts w:ascii="Arial" w:hAnsi="Arial" w:cs="Arial"/>
          <w:b/>
        </w:rPr>
      </w:pPr>
    </w:p>
    <w:p w:rsidR="00FE1E73" w:rsidRPr="00FE1E73" w:rsidRDefault="00102404" w:rsidP="00510DCC">
      <w:pPr>
        <w:numPr>
          <w:ilvl w:val="0"/>
          <w:numId w:val="23"/>
        </w:numPr>
        <w:tabs>
          <w:tab w:val="left" w:pos="51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102404">
        <w:rPr>
          <w:rFonts w:ascii="Arial" w:hAnsi="Arial" w:cs="Arial"/>
        </w:rPr>
        <w:t xml:space="preserve">a zabezpečenie </w:t>
      </w:r>
      <w:r w:rsidR="000A5608">
        <w:rPr>
          <w:rFonts w:ascii="Arial" w:hAnsi="Arial" w:cs="Arial"/>
        </w:rPr>
        <w:t xml:space="preserve">výberového konania </w:t>
      </w:r>
      <w:r w:rsidR="000A5608" w:rsidRPr="000A5608">
        <w:rPr>
          <w:rFonts w:ascii="Arial" w:hAnsi="Arial" w:cs="Arial"/>
        </w:rPr>
        <w:t xml:space="preserve">na obsadenie </w:t>
      </w:r>
      <w:r w:rsidR="00510DCC" w:rsidRPr="00510DCC">
        <w:rPr>
          <w:rFonts w:ascii="Arial" w:hAnsi="Arial" w:cs="Arial"/>
        </w:rPr>
        <w:t xml:space="preserve">funkcií členov </w:t>
      </w:r>
      <w:r w:rsidR="00EB5D47" w:rsidRPr="00EB5D47">
        <w:rPr>
          <w:rFonts w:ascii="Arial" w:hAnsi="Arial" w:cs="Arial"/>
        </w:rPr>
        <w:t>odvolacej komisie</w:t>
      </w:r>
      <w:r w:rsidR="000A5608" w:rsidRPr="000A5608">
        <w:rPr>
          <w:rFonts w:ascii="Arial" w:hAnsi="Arial" w:cs="Arial"/>
        </w:rPr>
        <w:t xml:space="preserve"> </w:t>
      </w:r>
      <w:r w:rsidR="00AA6588" w:rsidRPr="00AA6588">
        <w:rPr>
          <w:rFonts w:ascii="Arial" w:hAnsi="Arial" w:cs="Arial"/>
        </w:rPr>
        <w:t xml:space="preserve">Slovenskej akreditačnej agentúry pre vysoké školstvo </w:t>
      </w:r>
      <w:r w:rsidRPr="00102404">
        <w:rPr>
          <w:rFonts w:ascii="Arial" w:hAnsi="Arial" w:cs="Arial"/>
        </w:rPr>
        <w:t xml:space="preserve">podľa </w:t>
      </w:r>
      <w:r w:rsidR="00EB64BC" w:rsidRPr="00EB64BC">
        <w:rPr>
          <w:rFonts w:ascii="Arial" w:hAnsi="Arial" w:cs="Arial"/>
        </w:rPr>
        <w:t xml:space="preserve">§ </w:t>
      </w:r>
      <w:r w:rsidR="000A5608">
        <w:rPr>
          <w:rFonts w:ascii="Arial" w:hAnsi="Arial" w:cs="Arial"/>
        </w:rPr>
        <w:t>14</w:t>
      </w:r>
      <w:r w:rsidR="00EB64BC" w:rsidRPr="00EB64BC">
        <w:rPr>
          <w:rFonts w:ascii="Arial" w:hAnsi="Arial" w:cs="Arial"/>
        </w:rPr>
        <w:t xml:space="preserve"> zákona č.</w:t>
      </w:r>
      <w:r w:rsidR="00AA6588">
        <w:rPr>
          <w:rFonts w:ascii="Arial" w:hAnsi="Arial" w:cs="Arial"/>
        </w:rPr>
        <w:t> </w:t>
      </w:r>
      <w:r w:rsidR="000A5608">
        <w:rPr>
          <w:rFonts w:ascii="Arial" w:hAnsi="Arial" w:cs="Arial"/>
        </w:rPr>
        <w:t>269</w:t>
      </w:r>
      <w:r w:rsidR="00EB64BC" w:rsidRPr="00EB64BC">
        <w:rPr>
          <w:rFonts w:ascii="Arial" w:hAnsi="Arial" w:cs="Arial"/>
        </w:rPr>
        <w:t>/20</w:t>
      </w:r>
      <w:r w:rsidR="000A5608">
        <w:rPr>
          <w:rFonts w:ascii="Arial" w:hAnsi="Arial" w:cs="Arial"/>
        </w:rPr>
        <w:t>18</w:t>
      </w:r>
      <w:r w:rsidR="00EB64BC" w:rsidRPr="00EB64BC">
        <w:rPr>
          <w:rFonts w:ascii="Arial" w:hAnsi="Arial" w:cs="Arial"/>
        </w:rPr>
        <w:t xml:space="preserve"> Z. z. </w:t>
      </w:r>
      <w:r w:rsidR="000A5608" w:rsidRPr="000A5608">
        <w:rPr>
          <w:rFonts w:ascii="Arial" w:hAnsi="Arial" w:cs="Arial"/>
        </w:rPr>
        <w:t>o zabezpečovaní kvality vysokoškolského vzdelávania a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o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zmene a doplnení zákona č. 343/2015 Z. z. o verejnom obstarávaní a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o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zmene a doplnení niektorých zákonov v znení neskorších predpisov</w:t>
      </w:r>
      <w:r w:rsidR="007D0B35">
        <w:rPr>
          <w:rFonts w:ascii="Arial" w:hAnsi="Arial" w:cs="Arial"/>
        </w:rPr>
        <w:t xml:space="preserve"> </w:t>
      </w:r>
      <w:r w:rsidR="007D0B35" w:rsidRPr="00F07088">
        <w:rPr>
          <w:rFonts w:ascii="Arial" w:hAnsi="Arial" w:cs="Arial"/>
          <w:color w:val="auto"/>
        </w:rPr>
        <w:t xml:space="preserve">vyhláseného </w:t>
      </w:r>
      <w:r w:rsidR="00EB5D47">
        <w:rPr>
          <w:rFonts w:ascii="Arial" w:hAnsi="Arial" w:cs="Arial"/>
          <w:color w:val="auto"/>
        </w:rPr>
        <w:t>14</w:t>
      </w:r>
      <w:r w:rsidR="007D0B35" w:rsidRPr="00F07088">
        <w:rPr>
          <w:rFonts w:ascii="Arial" w:hAnsi="Arial" w:cs="Arial"/>
          <w:color w:val="auto"/>
        </w:rPr>
        <w:t>.</w:t>
      </w:r>
      <w:r w:rsidR="008F3300" w:rsidRPr="00F07088">
        <w:rPr>
          <w:rFonts w:ascii="Arial" w:hAnsi="Arial" w:cs="Arial"/>
          <w:color w:val="auto"/>
        </w:rPr>
        <w:t xml:space="preserve"> </w:t>
      </w:r>
      <w:r w:rsidR="00EB5D47">
        <w:rPr>
          <w:rFonts w:ascii="Arial" w:hAnsi="Arial" w:cs="Arial"/>
          <w:color w:val="auto"/>
        </w:rPr>
        <w:t>jún</w:t>
      </w:r>
      <w:r w:rsidR="008F3300" w:rsidRPr="00F07088">
        <w:rPr>
          <w:rFonts w:ascii="Arial" w:hAnsi="Arial" w:cs="Arial"/>
          <w:color w:val="auto"/>
        </w:rPr>
        <w:t xml:space="preserve">a </w:t>
      </w:r>
      <w:r w:rsidR="007D0B35" w:rsidRPr="00F07088">
        <w:rPr>
          <w:rFonts w:ascii="Arial" w:hAnsi="Arial" w:cs="Arial"/>
          <w:color w:val="auto"/>
        </w:rPr>
        <w:t>201</w:t>
      </w:r>
      <w:r w:rsidR="00EB5D47">
        <w:rPr>
          <w:rFonts w:ascii="Arial" w:hAnsi="Arial" w:cs="Arial"/>
          <w:color w:val="auto"/>
        </w:rPr>
        <w:t>9</w:t>
      </w:r>
      <w:r w:rsidR="007D0B35">
        <w:rPr>
          <w:rFonts w:ascii="Arial" w:hAnsi="Arial" w:cs="Arial"/>
        </w:rPr>
        <w:t xml:space="preserve"> </w:t>
      </w:r>
      <w:r w:rsidR="00FE1E73" w:rsidRPr="00FE1E73">
        <w:rPr>
          <w:rFonts w:ascii="Arial" w:hAnsi="Arial" w:cs="Arial"/>
        </w:rPr>
        <w:t xml:space="preserve">zriaďujem </w:t>
      </w:r>
      <w:r w:rsidR="000A4BF2">
        <w:rPr>
          <w:rFonts w:ascii="Arial" w:hAnsi="Arial" w:cs="Arial"/>
        </w:rPr>
        <w:t>výberovú komisiu</w:t>
      </w:r>
      <w:r w:rsidR="00FA3561">
        <w:rPr>
          <w:rFonts w:ascii="Arial" w:hAnsi="Arial" w:cs="Arial"/>
        </w:rPr>
        <w:t xml:space="preserve"> </w:t>
      </w:r>
      <w:r w:rsidR="00FA3561" w:rsidRPr="00FA3561">
        <w:rPr>
          <w:rFonts w:ascii="Arial" w:hAnsi="Arial" w:cs="Arial"/>
        </w:rPr>
        <w:t xml:space="preserve">pre výberové konanie na obsadenie </w:t>
      </w:r>
      <w:r w:rsidR="00510DCC" w:rsidRPr="00510DCC">
        <w:rPr>
          <w:rFonts w:ascii="Arial" w:hAnsi="Arial" w:cs="Arial"/>
        </w:rPr>
        <w:t xml:space="preserve">funkcií členov </w:t>
      </w:r>
      <w:r w:rsidR="00EB5D47" w:rsidRPr="00EB5D47">
        <w:rPr>
          <w:rFonts w:ascii="Arial" w:hAnsi="Arial" w:cs="Arial"/>
        </w:rPr>
        <w:t>odvolacej komisie</w:t>
      </w:r>
      <w:r w:rsidR="00EB5D47" w:rsidRPr="000A5608">
        <w:rPr>
          <w:rFonts w:ascii="Arial" w:hAnsi="Arial" w:cs="Arial"/>
        </w:rPr>
        <w:t xml:space="preserve"> </w:t>
      </w:r>
      <w:r w:rsidR="00FA3561" w:rsidRPr="00FA3561">
        <w:rPr>
          <w:rFonts w:ascii="Arial" w:hAnsi="Arial" w:cs="Arial"/>
        </w:rPr>
        <w:t>Slovenskej akreditačnej agentúry pre vysoké školstvo</w:t>
      </w:r>
      <w:r w:rsidR="000A4BF2">
        <w:rPr>
          <w:rFonts w:ascii="Arial" w:hAnsi="Arial" w:cs="Arial"/>
        </w:rPr>
        <w:t>.</w:t>
      </w:r>
      <w:r w:rsidR="00EB64BC" w:rsidRPr="00EB64BC">
        <w:rPr>
          <w:rFonts w:ascii="Arial" w:hAnsi="Arial" w:cs="Arial"/>
        </w:rPr>
        <w:t xml:space="preserve"> </w:t>
      </w:r>
    </w:p>
    <w:p w:rsidR="00FE1E73" w:rsidRPr="00FE1E73" w:rsidRDefault="000A4BF2" w:rsidP="00EB64BC">
      <w:pPr>
        <w:numPr>
          <w:ilvl w:val="0"/>
          <w:numId w:val="23"/>
        </w:numPr>
        <w:tabs>
          <w:tab w:val="left" w:pos="510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bCs/>
        </w:rPr>
        <w:t>Výberová komisia</w:t>
      </w:r>
      <w:r w:rsidR="00EB64BC" w:rsidRPr="00EB64BC">
        <w:rPr>
          <w:rFonts w:ascii="Arial" w:hAnsi="Arial" w:cs="Arial"/>
          <w:bCs/>
        </w:rPr>
        <w:t xml:space="preserve"> </w:t>
      </w:r>
      <w:r w:rsidR="00FE1E73" w:rsidRPr="00FE1E73">
        <w:rPr>
          <w:rFonts w:ascii="Arial" w:hAnsi="Arial" w:cs="Arial"/>
          <w:bCs/>
        </w:rPr>
        <w:t xml:space="preserve">sa </w:t>
      </w:r>
      <w:r w:rsidR="00FE21BA">
        <w:rPr>
          <w:rFonts w:ascii="Arial" w:hAnsi="Arial" w:cs="Arial"/>
          <w:bCs/>
        </w:rPr>
        <w:t xml:space="preserve">pri svojej činnosti </w:t>
      </w:r>
      <w:r w:rsidR="00FE1E73" w:rsidRPr="00FE1E73">
        <w:rPr>
          <w:rFonts w:ascii="Arial" w:hAnsi="Arial" w:cs="Arial"/>
          <w:bCs/>
        </w:rPr>
        <w:t>riadi štatútom uvedeným v</w:t>
      </w:r>
      <w:r w:rsidR="004B4A04">
        <w:rPr>
          <w:rFonts w:ascii="Arial" w:hAnsi="Arial" w:cs="Arial"/>
          <w:bCs/>
        </w:rPr>
        <w:t> </w:t>
      </w:r>
      <w:r w:rsidR="00FE1E73" w:rsidRPr="00FE1E73">
        <w:rPr>
          <w:rFonts w:ascii="Arial" w:hAnsi="Arial" w:cs="Arial"/>
          <w:bCs/>
        </w:rPr>
        <w:t>prílohe</w:t>
      </w:r>
      <w:r w:rsidR="004B4A04">
        <w:rPr>
          <w:rFonts w:ascii="Arial" w:hAnsi="Arial" w:cs="Arial"/>
          <w:bCs/>
        </w:rPr>
        <w:t>.</w:t>
      </w:r>
    </w:p>
    <w:p w:rsidR="00EC40AC" w:rsidRDefault="00EC40AC" w:rsidP="00A436AE">
      <w:pPr>
        <w:pStyle w:val="Odsekzoznamu"/>
        <w:rPr>
          <w:rFonts w:ascii="Arial" w:hAnsi="Arial" w:cs="Arial"/>
        </w:rPr>
      </w:pPr>
    </w:p>
    <w:p w:rsidR="001F456D" w:rsidRPr="001F456D" w:rsidRDefault="007870DE" w:rsidP="004A318E">
      <w:pPr>
        <w:pStyle w:val="Nadpis3"/>
        <w:rPr>
          <w:rFonts w:ascii="Arial" w:hAnsi="Arial"/>
          <w:color w:val="auto"/>
        </w:rPr>
      </w:pPr>
      <w:r w:rsidRPr="001F456D">
        <w:rPr>
          <w:rFonts w:ascii="Arial" w:hAnsi="Arial"/>
          <w:color w:val="auto"/>
        </w:rPr>
        <w:br/>
      </w:r>
      <w:bookmarkStart w:id="10" w:name="_Toc502836858"/>
      <w:bookmarkStart w:id="11" w:name="_Toc22114941"/>
      <w:r w:rsidR="001F456D" w:rsidRPr="001F456D">
        <w:rPr>
          <w:rFonts w:ascii="Arial" w:hAnsi="Arial"/>
          <w:color w:val="auto"/>
        </w:rPr>
        <w:t>Účinnosť</w:t>
      </w:r>
      <w:bookmarkEnd w:id="10"/>
      <w:bookmarkEnd w:id="11"/>
    </w:p>
    <w:p w:rsidR="00B92687" w:rsidRDefault="001F456D" w:rsidP="00B92687">
      <w:pPr>
        <w:pStyle w:val="odsekChar"/>
        <w:tabs>
          <w:tab w:val="clear" w:pos="363"/>
          <w:tab w:val="num" w:pos="567"/>
        </w:tabs>
        <w:ind w:left="567" w:hanging="567"/>
        <w:rPr>
          <w:rFonts w:ascii="Arial" w:hAnsi="Arial" w:cs="Arial"/>
        </w:rPr>
      </w:pPr>
      <w:r w:rsidRPr="00B92687">
        <w:rPr>
          <w:rFonts w:ascii="Arial" w:hAnsi="Arial" w:cs="Arial"/>
        </w:rPr>
        <w:t xml:space="preserve">Tento príkaz nadobúda účinnosť </w:t>
      </w:r>
      <w:r w:rsidR="00323D05">
        <w:rPr>
          <w:rFonts w:ascii="Arial" w:hAnsi="Arial" w:cs="Arial"/>
        </w:rPr>
        <w:t>18</w:t>
      </w:r>
      <w:r w:rsidR="007947F6">
        <w:rPr>
          <w:rFonts w:ascii="Arial" w:hAnsi="Arial" w:cs="Arial"/>
        </w:rPr>
        <w:t xml:space="preserve">. </w:t>
      </w:r>
      <w:r w:rsidR="00323D05">
        <w:rPr>
          <w:rFonts w:ascii="Arial" w:hAnsi="Arial" w:cs="Arial"/>
        </w:rPr>
        <w:t>októbra</w:t>
      </w:r>
      <w:r w:rsidR="009D4646" w:rsidRPr="00B92687">
        <w:rPr>
          <w:rFonts w:ascii="Arial" w:hAnsi="Arial" w:cs="Arial"/>
        </w:rPr>
        <w:t xml:space="preserve"> </w:t>
      </w:r>
      <w:r w:rsidRPr="00B92687">
        <w:rPr>
          <w:rFonts w:ascii="Arial" w:hAnsi="Arial" w:cs="Arial"/>
        </w:rPr>
        <w:t>201</w:t>
      </w:r>
      <w:r w:rsidR="000A5608" w:rsidRPr="00B92687">
        <w:rPr>
          <w:rFonts w:ascii="Arial" w:hAnsi="Arial" w:cs="Arial"/>
        </w:rPr>
        <w:t>9</w:t>
      </w:r>
      <w:r w:rsidRPr="00B92687">
        <w:rPr>
          <w:rFonts w:ascii="Arial" w:hAnsi="Arial" w:cs="Arial"/>
        </w:rPr>
        <w:t>.</w:t>
      </w:r>
    </w:p>
    <w:p w:rsidR="00B92687" w:rsidRPr="00B92687" w:rsidRDefault="00B92687" w:rsidP="00B92687">
      <w:pPr>
        <w:pStyle w:val="odsekChar"/>
        <w:numPr>
          <w:ilvl w:val="0"/>
          <w:numId w:val="0"/>
        </w:numPr>
        <w:ind w:left="567"/>
        <w:rPr>
          <w:rFonts w:ascii="Arial" w:hAnsi="Arial" w:cs="Arial"/>
        </w:rPr>
      </w:pPr>
    </w:p>
    <w:p w:rsidR="00B92687" w:rsidRPr="00B92687" w:rsidRDefault="00B92687" w:rsidP="00B92687">
      <w:pPr>
        <w:pStyle w:val="odsekChar"/>
        <w:tabs>
          <w:tab w:val="clear" w:pos="363"/>
          <w:tab w:val="num" w:pos="567"/>
        </w:tabs>
        <w:ind w:left="567" w:hanging="567"/>
        <w:rPr>
          <w:rFonts w:ascii="Arial" w:hAnsi="Arial" w:cs="Arial"/>
        </w:rPr>
      </w:pPr>
      <w:r w:rsidRPr="00B92687">
        <w:rPr>
          <w:rFonts w:ascii="Arial" w:hAnsi="Arial" w:cs="Arial"/>
        </w:rPr>
        <w:t>Tento príkaz stráca účinnosť dňom predloženia návrhu na vymenovanie vybran</w:t>
      </w:r>
      <w:r w:rsidR="00510DCC">
        <w:rPr>
          <w:rFonts w:ascii="Arial" w:hAnsi="Arial" w:cs="Arial"/>
        </w:rPr>
        <w:t>ých</w:t>
      </w:r>
      <w:r w:rsidRPr="00B92687">
        <w:rPr>
          <w:rFonts w:ascii="Arial" w:hAnsi="Arial" w:cs="Arial"/>
        </w:rPr>
        <w:t xml:space="preserve"> uchádzač</w:t>
      </w:r>
      <w:r w:rsidR="00510DCC">
        <w:rPr>
          <w:rFonts w:ascii="Arial" w:hAnsi="Arial" w:cs="Arial"/>
        </w:rPr>
        <w:t>ov</w:t>
      </w:r>
      <w:r w:rsidRPr="00B92687">
        <w:rPr>
          <w:rFonts w:ascii="Arial" w:hAnsi="Arial" w:cs="Arial"/>
        </w:rPr>
        <w:t xml:space="preserve"> za </w:t>
      </w:r>
      <w:r w:rsidR="00510DCC" w:rsidRPr="00EB5D47">
        <w:rPr>
          <w:rFonts w:ascii="Arial" w:hAnsi="Arial" w:cs="Arial"/>
        </w:rPr>
        <w:t>člen</w:t>
      </w:r>
      <w:r w:rsidR="00510DCC">
        <w:rPr>
          <w:rFonts w:ascii="Arial" w:hAnsi="Arial" w:cs="Arial"/>
        </w:rPr>
        <w:t>ov</w:t>
      </w:r>
      <w:r w:rsidR="00510DCC" w:rsidRPr="00EB5D47">
        <w:rPr>
          <w:rFonts w:ascii="Arial" w:hAnsi="Arial" w:cs="Arial"/>
        </w:rPr>
        <w:t xml:space="preserve"> odvolacej komisie</w:t>
      </w:r>
      <w:r w:rsidRPr="00B92687">
        <w:rPr>
          <w:rFonts w:ascii="Arial" w:hAnsi="Arial" w:cs="Arial"/>
        </w:rPr>
        <w:t xml:space="preserve"> Slovenskej akreditačnej agentúry pre vysoké školstvo minist</w:t>
      </w:r>
      <w:r>
        <w:rPr>
          <w:rFonts w:ascii="Arial" w:hAnsi="Arial" w:cs="Arial"/>
        </w:rPr>
        <w:t>erke</w:t>
      </w:r>
      <w:r w:rsidRPr="00B92687">
        <w:rPr>
          <w:rFonts w:ascii="Arial" w:hAnsi="Arial" w:cs="Arial"/>
        </w:rPr>
        <w:t>.</w:t>
      </w:r>
    </w:p>
    <w:p w:rsidR="005F72A0" w:rsidRDefault="005F72A0" w:rsidP="00B92687">
      <w:pPr>
        <w:pStyle w:val="odsek"/>
        <w:ind w:left="567" w:hanging="425"/>
        <w:rPr>
          <w:rFonts w:ascii="Arial" w:hAnsi="Arial" w:cs="Arial"/>
          <w:color w:val="auto"/>
        </w:rPr>
      </w:pPr>
    </w:p>
    <w:p w:rsidR="00014134" w:rsidRDefault="00014134" w:rsidP="00647BB8">
      <w:pPr>
        <w:pStyle w:val="odsek"/>
        <w:rPr>
          <w:rFonts w:ascii="Arial" w:hAnsi="Arial" w:cs="Arial"/>
          <w:color w:val="auto"/>
        </w:rPr>
      </w:pPr>
    </w:p>
    <w:p w:rsidR="00C351A4" w:rsidRDefault="00C351A4" w:rsidP="00647BB8">
      <w:pPr>
        <w:pStyle w:val="odsek"/>
        <w:rPr>
          <w:rFonts w:ascii="Arial" w:hAnsi="Arial" w:cs="Arial"/>
          <w:color w:val="auto"/>
        </w:rPr>
      </w:pPr>
    </w:p>
    <w:p w:rsidR="00014134" w:rsidRPr="00AC5627" w:rsidRDefault="00014134" w:rsidP="00647BB8">
      <w:pPr>
        <w:pStyle w:val="odsek"/>
        <w:rPr>
          <w:rFonts w:ascii="Arial" w:hAnsi="Arial" w:cs="Arial"/>
          <w:color w:val="auto"/>
        </w:rPr>
      </w:pPr>
    </w:p>
    <w:p w:rsidR="006A195D" w:rsidRPr="00AC5627" w:rsidRDefault="006A195D" w:rsidP="00647BB8">
      <w:pPr>
        <w:pStyle w:val="odsek"/>
        <w:rPr>
          <w:rFonts w:ascii="Arial" w:hAnsi="Arial" w:cs="Arial"/>
          <w:color w:val="auto"/>
        </w:rPr>
      </w:pPr>
    </w:p>
    <w:p w:rsidR="00E66404" w:rsidRDefault="002D0120" w:rsidP="00FE1E73">
      <w:pPr>
        <w:pStyle w:val="odsek"/>
        <w:ind w:firstLine="648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m</w:t>
      </w:r>
      <w:r w:rsidR="00872328" w:rsidRPr="00271CC6">
        <w:rPr>
          <w:rFonts w:ascii="Arial" w:hAnsi="Arial" w:cs="Arial"/>
          <w:b/>
          <w:color w:val="auto"/>
        </w:rPr>
        <w:t>inister</w:t>
      </w:r>
      <w:r w:rsidR="00CA470E">
        <w:rPr>
          <w:rFonts w:ascii="Arial" w:hAnsi="Arial" w:cs="Arial"/>
          <w:b/>
          <w:color w:val="auto"/>
        </w:rPr>
        <w:t>ka</w:t>
      </w:r>
    </w:p>
    <w:p w:rsidR="00F36BB3" w:rsidRDefault="00F36BB3" w:rsidP="00F36BB3">
      <w:pPr>
        <w:jc w:val="center"/>
        <w:rPr>
          <w:rFonts w:ascii="Arial" w:hAnsi="Arial" w:cs="Arial"/>
          <w:b/>
          <w:color w:val="auto"/>
        </w:rPr>
      </w:pPr>
      <w:bookmarkStart w:id="12" w:name="_Toc269207841"/>
    </w:p>
    <w:p w:rsidR="00582B80" w:rsidRPr="00582B80" w:rsidRDefault="00582B80" w:rsidP="00DA21A3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br w:type="page"/>
      </w:r>
    </w:p>
    <w:p w:rsidR="00DA543A" w:rsidRDefault="001103DA" w:rsidP="001103DA">
      <w:pPr>
        <w:pStyle w:val="Nadpis2"/>
        <w:tabs>
          <w:tab w:val="left" w:pos="2910"/>
        </w:tabs>
        <w:jc w:val="both"/>
        <w:rPr>
          <w:rFonts w:ascii="Arial" w:hAnsi="Arial"/>
        </w:rPr>
      </w:pPr>
      <w:bookmarkStart w:id="13" w:name="_Toc22114942"/>
      <w:r>
        <w:rPr>
          <w:rFonts w:ascii="Arial" w:hAnsi="Arial"/>
        </w:rPr>
        <w:lastRenderedPageBreak/>
        <w:tab/>
      </w:r>
    </w:p>
    <w:p w:rsidR="00F36BB3" w:rsidRPr="00F36BB3" w:rsidRDefault="00F36BB3" w:rsidP="00F36BB3">
      <w:pPr>
        <w:pStyle w:val="Nadpis2"/>
        <w:rPr>
          <w:rFonts w:ascii="Arial" w:hAnsi="Arial"/>
        </w:rPr>
      </w:pPr>
      <w:r w:rsidRPr="00F36BB3">
        <w:rPr>
          <w:rFonts w:ascii="Arial" w:hAnsi="Arial"/>
        </w:rPr>
        <w:t>Zoznam príloh</w:t>
      </w:r>
      <w:bookmarkEnd w:id="12"/>
      <w:bookmarkEnd w:id="13"/>
    </w:p>
    <w:p w:rsidR="00F36BB3" w:rsidRPr="00FA1681" w:rsidRDefault="00F36BB3" w:rsidP="000A5608">
      <w:pPr>
        <w:rPr>
          <w:rFonts w:ascii="Arial" w:hAnsi="Arial" w:cs="Arial"/>
          <w:color w:val="auto"/>
        </w:rPr>
      </w:pPr>
      <w:r w:rsidRPr="00FA1681">
        <w:rPr>
          <w:rFonts w:ascii="Arial" w:hAnsi="Arial" w:cs="Arial"/>
        </w:rPr>
        <w:t xml:space="preserve">Štatút </w:t>
      </w:r>
      <w:r w:rsidR="00AA6588" w:rsidRPr="00AA6588">
        <w:rPr>
          <w:rFonts w:ascii="Arial" w:hAnsi="Arial" w:cs="Arial"/>
        </w:rPr>
        <w:t>výberov</w:t>
      </w:r>
      <w:r w:rsidR="00AA6588">
        <w:rPr>
          <w:rFonts w:ascii="Arial" w:hAnsi="Arial" w:cs="Arial"/>
        </w:rPr>
        <w:t>ej</w:t>
      </w:r>
      <w:r w:rsidR="00AA6588" w:rsidRPr="00AA6588">
        <w:rPr>
          <w:rFonts w:ascii="Arial" w:hAnsi="Arial" w:cs="Arial"/>
        </w:rPr>
        <w:t xml:space="preserve"> komisi</w:t>
      </w:r>
      <w:r w:rsidR="00AA6588">
        <w:rPr>
          <w:rFonts w:ascii="Arial" w:hAnsi="Arial" w:cs="Arial"/>
        </w:rPr>
        <w:t>e</w:t>
      </w:r>
      <w:r w:rsidR="00AA6588" w:rsidRPr="00AA6588">
        <w:rPr>
          <w:rFonts w:ascii="Arial" w:hAnsi="Arial" w:cs="Arial"/>
        </w:rPr>
        <w:t xml:space="preserve"> pre výberové konanie na obsadenie </w:t>
      </w:r>
      <w:r w:rsidR="00A74430" w:rsidRPr="00A74430">
        <w:rPr>
          <w:rFonts w:ascii="Arial" w:hAnsi="Arial" w:cs="Arial"/>
        </w:rPr>
        <w:t>členov odvolacej komisie</w:t>
      </w:r>
      <w:r w:rsidR="00AA6588" w:rsidRPr="00AA6588">
        <w:rPr>
          <w:rFonts w:ascii="Arial" w:hAnsi="Arial" w:cs="Arial"/>
        </w:rPr>
        <w:t xml:space="preserve"> Slovenskej akreditačnej agentúry pre vysoké školstvo</w:t>
      </w:r>
      <w:r w:rsidR="00EB64BC" w:rsidRPr="00FA1681">
        <w:rPr>
          <w:rFonts w:ascii="Arial" w:hAnsi="Arial" w:cs="Arial"/>
        </w:rPr>
        <w:t xml:space="preserve"> </w:t>
      </w:r>
    </w:p>
    <w:p w:rsidR="00BF4665" w:rsidRPr="000627DB" w:rsidRDefault="00BF4665" w:rsidP="00F36BB3">
      <w:pPr>
        <w:pStyle w:val="Nadpis2"/>
        <w:rPr>
          <w:rFonts w:ascii="Arial" w:hAnsi="Arial"/>
          <w:b w:val="0"/>
          <w:bCs w:val="0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  <w:bookmarkStart w:id="14" w:name="_GoBack"/>
      <w:bookmarkEnd w:id="14"/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9D4646" w:rsidRPr="00237B89" w:rsidRDefault="009D4646" w:rsidP="009D4646">
      <w:pPr>
        <w:tabs>
          <w:tab w:val="left" w:pos="900"/>
        </w:tabs>
        <w:jc w:val="center"/>
        <w:rPr>
          <w:rFonts w:ascii="Arial" w:hAnsi="Arial" w:cs="Arial"/>
          <w:b/>
          <w:sz w:val="22"/>
          <w:szCs w:val="22"/>
        </w:rPr>
      </w:pPr>
    </w:p>
    <w:p w:rsidR="00BF4665" w:rsidRDefault="00BF4665" w:rsidP="00DB16C5">
      <w:pPr>
        <w:pStyle w:val="Obsah1"/>
        <w:jc w:val="both"/>
        <w:rPr>
          <w:rFonts w:ascii="Arial" w:hAnsi="Arial" w:cs="Arial"/>
        </w:rPr>
      </w:pPr>
    </w:p>
    <w:p w:rsidR="00EB64BC" w:rsidRDefault="00EB64BC" w:rsidP="00BF4665">
      <w:pPr>
        <w:pStyle w:val="Obsah1"/>
        <w:jc w:val="center"/>
        <w:rPr>
          <w:rFonts w:ascii="Arial" w:hAnsi="Arial" w:cs="Arial"/>
        </w:rPr>
      </w:pPr>
    </w:p>
    <w:p w:rsidR="00EB64BC" w:rsidRDefault="00EB64BC" w:rsidP="00BF4665">
      <w:pPr>
        <w:pStyle w:val="Obsah1"/>
        <w:jc w:val="center"/>
        <w:rPr>
          <w:rFonts w:ascii="Arial" w:hAnsi="Arial" w:cs="Arial"/>
        </w:rPr>
      </w:pPr>
    </w:p>
    <w:p w:rsidR="000A5608" w:rsidRDefault="000A5608" w:rsidP="00BF4665">
      <w:pPr>
        <w:pStyle w:val="Obsah1"/>
        <w:jc w:val="center"/>
        <w:rPr>
          <w:rFonts w:ascii="Arial" w:hAnsi="Arial" w:cs="Arial"/>
        </w:rPr>
      </w:pPr>
    </w:p>
    <w:p w:rsidR="00BF4665" w:rsidRDefault="00BF4665" w:rsidP="00BF4665">
      <w:pPr>
        <w:pStyle w:val="Obsah1"/>
        <w:jc w:val="center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233B7D" w:rsidRDefault="009D4646" w:rsidP="00233B7D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342EA8">
        <w:rPr>
          <w:rFonts w:ascii="Arial" w:hAnsi="Arial" w:cs="Arial"/>
        </w:rPr>
        <w:fldChar w:fldCharType="begin"/>
      </w:r>
      <w:r w:rsidRPr="00342EA8">
        <w:rPr>
          <w:rFonts w:ascii="Arial" w:hAnsi="Arial" w:cs="Arial"/>
        </w:rPr>
        <w:instrText xml:space="preserve"> TOC \o "1-3" \h \z \u </w:instrText>
      </w:r>
      <w:r w:rsidRPr="00342EA8">
        <w:rPr>
          <w:rFonts w:ascii="Arial" w:hAnsi="Arial" w:cs="Arial"/>
        </w:rPr>
        <w:fldChar w:fldCharType="separate"/>
      </w:r>
      <w:hyperlink w:anchor="_Toc22114939" w:history="1">
        <w:r w:rsidR="00233B7D" w:rsidRPr="008C36E0">
          <w:rPr>
            <w:rStyle w:val="Hypertextovprepojenie"/>
            <w:rFonts w:ascii="Arial" w:hAnsi="Arial" w:cs="Arial"/>
          </w:rPr>
          <w:t>Príkaz ministra č. 46/2019</w:t>
        </w:r>
        <w:r w:rsidR="00233B7D" w:rsidRPr="008C36E0">
          <w:rPr>
            <w:rStyle w:val="Hypertextovprepojenie"/>
            <w:rFonts w:ascii="Arial" w:hAnsi="Arial" w:cs="Arial"/>
            <w:bCs/>
          </w:rPr>
          <w:t xml:space="preserve"> </w:t>
        </w:r>
        <w:r w:rsidR="00233B7D" w:rsidRPr="008C36E0">
          <w:rPr>
            <w:rStyle w:val="Hypertextovprepojenie"/>
            <w:rFonts w:ascii="Arial" w:hAnsi="Arial" w:cs="Arial"/>
          </w:rPr>
          <w:t xml:space="preserve">ktorým sa zriaďuje výberová </w:t>
        </w:r>
        <w:r w:rsidR="00233B7D" w:rsidRPr="008C36E0">
          <w:rPr>
            <w:rStyle w:val="Hypertextovprepojenie"/>
            <w:rFonts w:ascii="Arial" w:hAnsi="Arial" w:cs="Arial"/>
            <w:bCs/>
          </w:rPr>
          <w:t>komisia pre výberové konanie na obsadenie funkcií členov odvolacej komisie Slovenskej akreditačnej agentúry pre vysoké školstvo</w:t>
        </w:r>
        <w:r w:rsidR="00233B7D">
          <w:rPr>
            <w:webHidden/>
          </w:rPr>
          <w:tab/>
        </w:r>
        <w:r w:rsidR="00233B7D">
          <w:rPr>
            <w:webHidden/>
          </w:rPr>
          <w:fldChar w:fldCharType="begin"/>
        </w:r>
        <w:r w:rsidR="00233B7D">
          <w:rPr>
            <w:webHidden/>
          </w:rPr>
          <w:instrText xml:space="preserve"> PAGEREF _Toc22114939 \h </w:instrText>
        </w:r>
        <w:r w:rsidR="00233B7D">
          <w:rPr>
            <w:webHidden/>
          </w:rPr>
        </w:r>
        <w:r w:rsidR="00233B7D">
          <w:rPr>
            <w:webHidden/>
          </w:rPr>
          <w:fldChar w:fldCharType="separate"/>
        </w:r>
        <w:r w:rsidR="00233B7D">
          <w:rPr>
            <w:webHidden/>
          </w:rPr>
          <w:t>1</w:t>
        </w:r>
        <w:r w:rsidR="00233B7D">
          <w:rPr>
            <w:webHidden/>
          </w:rPr>
          <w:fldChar w:fldCharType="end"/>
        </w:r>
      </w:hyperlink>
    </w:p>
    <w:p w:rsidR="00233B7D" w:rsidRDefault="00233B7D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114940" w:history="1">
        <w:r w:rsidRPr="008C36E0">
          <w:rPr>
            <w:rStyle w:val="Hypertextovprepojenie"/>
            <w:rFonts w:ascii="Arial" w:hAnsi="Arial"/>
            <w:noProof/>
          </w:rPr>
          <w:t>Čl. 1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8C36E0">
          <w:rPr>
            <w:rStyle w:val="Hypertextovprepojenie"/>
            <w:rFonts w:ascii="Arial" w:hAnsi="Arial"/>
            <w:noProof/>
          </w:rPr>
          <w:t>Úvodné ustanovenia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_Toc22114940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33B7D" w:rsidRDefault="00233B7D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114941" w:history="1">
        <w:r w:rsidRPr="008C36E0">
          <w:rPr>
            <w:rStyle w:val="Hypertextovprepojenie"/>
            <w:rFonts w:ascii="Arial" w:hAnsi="Arial"/>
            <w:noProof/>
          </w:rPr>
          <w:t>Čl. 2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8C36E0">
          <w:rPr>
            <w:rStyle w:val="Hypertextovprepojenie"/>
            <w:rFonts w:ascii="Arial" w:hAnsi="Arial"/>
            <w:noProof/>
          </w:rPr>
          <w:t>Účinnosť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_Toc22114941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33B7D" w:rsidRDefault="00233B7D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22114942" w:history="1">
        <w:r w:rsidRPr="008C36E0">
          <w:rPr>
            <w:rStyle w:val="Hypertextovprepojenie"/>
            <w:rFonts w:ascii="Arial" w:hAnsi="Arial"/>
            <w:noProof/>
          </w:rPr>
          <w:t>Zoznam príloh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_Toc22114942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D4646" w:rsidRPr="009D4646" w:rsidRDefault="009D4646" w:rsidP="009D4646">
      <w:pPr>
        <w:pStyle w:val="Obsah2"/>
        <w:tabs>
          <w:tab w:val="right" w:leader="dot" w:pos="9060"/>
        </w:tabs>
        <w:rPr>
          <w:rFonts w:ascii="Calibri" w:hAnsi="Calibri"/>
          <w:b w:val="0"/>
          <w:noProof/>
          <w:color w:val="auto"/>
          <w:sz w:val="22"/>
          <w:szCs w:val="22"/>
        </w:rPr>
      </w:pPr>
      <w:r w:rsidRPr="00342EA8">
        <w:rPr>
          <w:rFonts w:ascii="Arial" w:hAnsi="Arial" w:cs="Arial"/>
        </w:rPr>
        <w:fldChar w:fldCharType="end"/>
      </w:r>
    </w:p>
    <w:p w:rsidR="00104CAB" w:rsidRDefault="00104CAB" w:rsidP="009D4646">
      <w:pPr>
        <w:pStyle w:val="odsek"/>
        <w:ind w:firstLine="708"/>
        <w:rPr>
          <w:rFonts w:ascii="Arial" w:hAnsi="Arial" w:cs="Arial"/>
          <w:b/>
          <w:color w:val="auto"/>
        </w:rPr>
      </w:pPr>
    </w:p>
    <w:p w:rsidR="00104CAB" w:rsidRDefault="00104CAB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104CAB" w:rsidRDefault="00104CAB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D0C6F">
      <w:pPr>
        <w:pStyle w:val="odsek"/>
        <w:rPr>
          <w:rFonts w:ascii="Arial" w:hAnsi="Arial" w:cs="Arial"/>
          <w:b/>
          <w:color w:val="auto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10"/>
        <w:gridCol w:w="1809"/>
        <w:gridCol w:w="1309"/>
        <w:gridCol w:w="1668"/>
        <w:gridCol w:w="1309"/>
      </w:tblGrid>
      <w:tr w:rsidR="00ED0C6F" w:rsidRPr="00A21471" w:rsidTr="0066311D">
        <w:tc>
          <w:tcPr>
            <w:tcW w:w="3119" w:type="dxa"/>
            <w:gridSpan w:val="2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Spracovateľ</w:t>
            </w:r>
          </w:p>
        </w:tc>
        <w:tc>
          <w:tcPr>
            <w:tcW w:w="3118" w:type="dxa"/>
            <w:gridSpan w:val="2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Parafujúci</w:t>
            </w:r>
          </w:p>
        </w:tc>
        <w:tc>
          <w:tcPr>
            <w:tcW w:w="2977" w:type="dxa"/>
            <w:gridSpan w:val="2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Schvaľovateľ</w:t>
            </w:r>
          </w:p>
        </w:tc>
      </w:tr>
      <w:tr w:rsidR="00ED0C6F" w:rsidRPr="00A21471" w:rsidTr="00014134">
        <w:tc>
          <w:tcPr>
            <w:tcW w:w="1809" w:type="dxa"/>
            <w:vAlign w:val="center"/>
            <w:hideMark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Meno, priezvisko, titul, funkcia:</w:t>
            </w: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Dátum/ Podpis:</w:t>
            </w:r>
          </w:p>
        </w:tc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Meno, priezvisko, titul, funkcia: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 xml:space="preserve">Dátum/ Podpis: </w:t>
            </w: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Meno, priezvisko, titul, funkcia: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 xml:space="preserve">Dátum/ Podpis: </w:t>
            </w:r>
          </w:p>
        </w:tc>
      </w:tr>
      <w:tr w:rsidR="00ED0C6F" w:rsidRPr="00A21471" w:rsidTr="00014134">
        <w:trPr>
          <w:trHeight w:val="397"/>
        </w:trPr>
        <w:tc>
          <w:tcPr>
            <w:tcW w:w="1809" w:type="dxa"/>
            <w:vAlign w:val="center"/>
          </w:tcPr>
          <w:p w:rsidR="00ED0C6F" w:rsidRPr="00A21471" w:rsidRDefault="00A74430" w:rsidP="00815D9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Andrej Piovarči,</w:t>
            </w:r>
            <w:r w:rsidR="00ED0C6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15D9A">
              <w:rPr>
                <w:rFonts w:ascii="Arial" w:hAnsi="Arial" w:cs="Arial"/>
                <w:sz w:val="16"/>
                <w:szCs w:val="16"/>
              </w:rPr>
              <w:t>SAK</w:t>
            </w:r>
            <w:r w:rsidR="00ED0C6F" w:rsidRPr="00A21471" w:rsidDel="009D464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10" w:type="dxa"/>
          </w:tcPr>
          <w:p w:rsidR="00ED0C6F" w:rsidRPr="00A21471" w:rsidRDefault="00ED0C6F" w:rsidP="0066311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14134" w:rsidRDefault="00014134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Marek Gilányi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 OL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</w:tcPr>
          <w:p w:rsidR="00ED0C6F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Martin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A21471">
              <w:rPr>
                <w:rFonts w:ascii="Arial" w:hAnsi="Arial" w:cs="Arial"/>
                <w:sz w:val="16"/>
                <w:szCs w:val="16"/>
              </w:rPr>
              <w:t xml:space="preserve"> Lubyová,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ministerka</w:t>
            </w:r>
          </w:p>
        </w:tc>
        <w:tc>
          <w:tcPr>
            <w:tcW w:w="1309" w:type="dxa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C6F" w:rsidRPr="00A21471" w:rsidTr="00014134">
        <w:trPr>
          <w:trHeight w:val="441"/>
        </w:trPr>
        <w:tc>
          <w:tcPr>
            <w:tcW w:w="1809" w:type="dxa"/>
            <w:vAlign w:val="center"/>
          </w:tcPr>
          <w:p w:rsidR="00ED0C6F" w:rsidRPr="00A21471" w:rsidRDefault="00815D9A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Andrea Strmenská, </w:t>
            </w:r>
            <w:r w:rsidR="00ED0C6F">
              <w:rPr>
                <w:rFonts w:ascii="Arial" w:hAnsi="Arial" w:cs="Arial"/>
                <w:sz w:val="16"/>
                <w:szCs w:val="16"/>
              </w:rPr>
              <w:t>OL</w:t>
            </w: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14134" w:rsidRDefault="00014134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Jozef Jurkovič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 SVŠ 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C6F" w:rsidRPr="00A21471" w:rsidTr="00014134">
        <w:trPr>
          <w:trHeight w:val="397"/>
        </w:trPr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Žaneta Surmajová, GR SLP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C6F" w:rsidRPr="00A21471" w:rsidTr="00014134">
        <w:trPr>
          <w:trHeight w:val="594"/>
        </w:trPr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14134" w:rsidRDefault="00014134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 Sedláčková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 OÚ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82B80" w:rsidRDefault="00582B80" w:rsidP="00F23296">
      <w:pPr>
        <w:pStyle w:val="odsek"/>
        <w:rPr>
          <w:rFonts w:ascii="Arial" w:hAnsi="Arial" w:cs="Arial"/>
          <w:b/>
          <w:color w:val="auto"/>
        </w:rPr>
      </w:pPr>
    </w:p>
    <w:sectPr w:rsidR="00582B80" w:rsidSect="00582B80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D05" w:rsidRDefault="00696D05">
      <w:r>
        <w:separator/>
      </w:r>
    </w:p>
  </w:endnote>
  <w:endnote w:type="continuationSeparator" w:id="0">
    <w:p w:rsidR="00696D05" w:rsidRDefault="0069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D05" w:rsidRDefault="00696D05">
      <w:r>
        <w:separator/>
      </w:r>
    </w:p>
  </w:footnote>
  <w:footnote w:type="continuationSeparator" w:id="0">
    <w:p w:rsidR="00696D05" w:rsidRDefault="00696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B7D" w:rsidRPr="008A05AD" w:rsidRDefault="00233B7D" w:rsidP="00233B7D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>
      <w:rPr>
        <w:rFonts w:ascii="Arial" w:hAnsi="Arial" w:cs="Arial"/>
        <w:i/>
      </w:rPr>
      <w:t>Príkaz ministra</w:t>
    </w:r>
    <w:r w:rsidRPr="008A05AD">
      <w:rPr>
        <w:rFonts w:ascii="Arial" w:hAnsi="Arial" w:cs="Arial"/>
        <w:i/>
      </w:rPr>
      <w:t xml:space="preserve"> č. </w:t>
    </w:r>
    <w:r>
      <w:rPr>
        <w:rFonts w:ascii="Arial" w:hAnsi="Arial" w:cs="Arial"/>
        <w:i/>
      </w:rPr>
      <w:t>46</w:t>
    </w:r>
    <w:r>
      <w:rPr>
        <w:rFonts w:ascii="Arial" w:hAnsi="Arial" w:cs="Arial"/>
        <w:i/>
      </w:rPr>
      <w:t>/2019</w:t>
    </w:r>
  </w:p>
  <w:p w:rsidR="00233B7D" w:rsidRPr="00233B7D" w:rsidRDefault="00233B7D" w:rsidP="00233B7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B7D" w:rsidRPr="00AF427A" w:rsidRDefault="00233B7D" w:rsidP="00233B7D">
    <w:pPr>
      <w:pBdr>
        <w:bottom w:val="single" w:sz="4" w:space="1" w:color="auto"/>
      </w:pBdr>
      <w:jc w:val="center"/>
      <w:rPr>
        <w:rFonts w:ascii="Arial" w:hAnsi="Arial" w:cs="Arial"/>
      </w:rPr>
    </w:pPr>
    <w:r w:rsidRPr="00AF427A">
      <w:rPr>
        <w:rFonts w:ascii="Arial" w:hAnsi="Arial" w:cs="Arial"/>
        <w:b/>
        <w:sz w:val="28"/>
        <w:szCs w:val="28"/>
      </w:rPr>
      <w:t>Ministerstvo školstva, vedy, výskumu a športu Slovenskej republiky</w:t>
    </w:r>
  </w:p>
  <w:p w:rsidR="00582B80" w:rsidRDefault="00582B80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0662034D"/>
    <w:multiLevelType w:val="hybridMultilevel"/>
    <w:tmpl w:val="4130339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A52C37"/>
    <w:multiLevelType w:val="hybridMultilevel"/>
    <w:tmpl w:val="E80A7824"/>
    <w:lvl w:ilvl="0" w:tplc="8C6CB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66C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9CD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D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47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B2F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10C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FC2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FA5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836"/>
        </w:tabs>
        <w:ind w:left="2836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4" w15:restartNumberingAfterBreak="0">
    <w:nsid w:val="2B297A79"/>
    <w:multiLevelType w:val="hybridMultilevel"/>
    <w:tmpl w:val="94B2E2C8"/>
    <w:lvl w:ilvl="0" w:tplc="041B000F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5" w15:restartNumberingAfterBreak="0">
    <w:nsid w:val="391B7748"/>
    <w:multiLevelType w:val="hybridMultilevel"/>
    <w:tmpl w:val="3A24D290"/>
    <w:lvl w:ilvl="0" w:tplc="16CC04B6">
      <w:start w:val="1"/>
      <w:numFmt w:val="decimal"/>
      <w:lvlText w:val="(%1)"/>
      <w:lvlJc w:val="left"/>
      <w:pPr>
        <w:ind w:left="510" w:hanging="5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9EB3294"/>
    <w:multiLevelType w:val="hybridMultilevel"/>
    <w:tmpl w:val="408E0272"/>
    <w:lvl w:ilvl="0" w:tplc="13866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9EA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9A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388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2C7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38D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BA8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C2E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B24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C705F00"/>
    <w:multiLevelType w:val="hybridMultilevel"/>
    <w:tmpl w:val="FEBC2D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F95D36"/>
    <w:multiLevelType w:val="multilevel"/>
    <w:tmpl w:val="4516EF9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Char"/>
      <w:lvlText w:val="(%2)"/>
      <w:lvlJc w:val="left"/>
      <w:pPr>
        <w:tabs>
          <w:tab w:val="num" w:pos="363"/>
        </w:tabs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7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"/>
  </w:num>
  <w:num w:numId="27">
    <w:abstractNumId w:val="4"/>
  </w:num>
  <w:num w:numId="28">
    <w:abstractNumId w:val="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05"/>
    <w:rsid w:val="00000077"/>
    <w:rsid w:val="00005F02"/>
    <w:rsid w:val="00006DE0"/>
    <w:rsid w:val="000102A8"/>
    <w:rsid w:val="000108EA"/>
    <w:rsid w:val="00012E04"/>
    <w:rsid w:val="00014134"/>
    <w:rsid w:val="00024301"/>
    <w:rsid w:val="0002697B"/>
    <w:rsid w:val="000274F3"/>
    <w:rsid w:val="00027EE6"/>
    <w:rsid w:val="00034C37"/>
    <w:rsid w:val="000422C7"/>
    <w:rsid w:val="00042F59"/>
    <w:rsid w:val="00044F36"/>
    <w:rsid w:val="00046D65"/>
    <w:rsid w:val="000476CE"/>
    <w:rsid w:val="00051664"/>
    <w:rsid w:val="00061F94"/>
    <w:rsid w:val="000627DB"/>
    <w:rsid w:val="00064B32"/>
    <w:rsid w:val="000764E8"/>
    <w:rsid w:val="0007684A"/>
    <w:rsid w:val="000814A7"/>
    <w:rsid w:val="00083F75"/>
    <w:rsid w:val="000847BF"/>
    <w:rsid w:val="00090979"/>
    <w:rsid w:val="000915AC"/>
    <w:rsid w:val="000929AF"/>
    <w:rsid w:val="00097B2B"/>
    <w:rsid w:val="000A4BF2"/>
    <w:rsid w:val="000A5608"/>
    <w:rsid w:val="000B1F22"/>
    <w:rsid w:val="000B5988"/>
    <w:rsid w:val="000C05C1"/>
    <w:rsid w:val="000C1F06"/>
    <w:rsid w:val="000C582A"/>
    <w:rsid w:val="000D6E2B"/>
    <w:rsid w:val="000E2E37"/>
    <w:rsid w:val="000F2D85"/>
    <w:rsid w:val="000F3683"/>
    <w:rsid w:val="000F63C1"/>
    <w:rsid w:val="000F7D80"/>
    <w:rsid w:val="00101530"/>
    <w:rsid w:val="00102404"/>
    <w:rsid w:val="00103CD5"/>
    <w:rsid w:val="00104CAB"/>
    <w:rsid w:val="001103DA"/>
    <w:rsid w:val="0011602C"/>
    <w:rsid w:val="0013100A"/>
    <w:rsid w:val="00134FA4"/>
    <w:rsid w:val="00137833"/>
    <w:rsid w:val="00142EFE"/>
    <w:rsid w:val="001458BC"/>
    <w:rsid w:val="001470F6"/>
    <w:rsid w:val="00147352"/>
    <w:rsid w:val="00152AC4"/>
    <w:rsid w:val="0015679E"/>
    <w:rsid w:val="00157917"/>
    <w:rsid w:val="001679C1"/>
    <w:rsid w:val="001719A1"/>
    <w:rsid w:val="0017684C"/>
    <w:rsid w:val="0018567D"/>
    <w:rsid w:val="00186597"/>
    <w:rsid w:val="00193370"/>
    <w:rsid w:val="001940E0"/>
    <w:rsid w:val="0019502F"/>
    <w:rsid w:val="001A0D16"/>
    <w:rsid w:val="001A2A3B"/>
    <w:rsid w:val="001A5F7B"/>
    <w:rsid w:val="001A6142"/>
    <w:rsid w:val="001B0B38"/>
    <w:rsid w:val="001B492F"/>
    <w:rsid w:val="001B55FB"/>
    <w:rsid w:val="001B65B3"/>
    <w:rsid w:val="001B67B8"/>
    <w:rsid w:val="001C0496"/>
    <w:rsid w:val="001C1C29"/>
    <w:rsid w:val="001C6205"/>
    <w:rsid w:val="001C7FB2"/>
    <w:rsid w:val="001D1947"/>
    <w:rsid w:val="001E0F04"/>
    <w:rsid w:val="001E1DFB"/>
    <w:rsid w:val="001E4CFD"/>
    <w:rsid w:val="001E5B8B"/>
    <w:rsid w:val="001F213D"/>
    <w:rsid w:val="001F413E"/>
    <w:rsid w:val="001F456D"/>
    <w:rsid w:val="001F63C4"/>
    <w:rsid w:val="00205605"/>
    <w:rsid w:val="00207F8F"/>
    <w:rsid w:val="0021095B"/>
    <w:rsid w:val="00210DB5"/>
    <w:rsid w:val="002132F9"/>
    <w:rsid w:val="00213FA8"/>
    <w:rsid w:val="00216206"/>
    <w:rsid w:val="00224F09"/>
    <w:rsid w:val="002252E5"/>
    <w:rsid w:val="00227DF4"/>
    <w:rsid w:val="00233B7D"/>
    <w:rsid w:val="00237B89"/>
    <w:rsid w:val="00254DD1"/>
    <w:rsid w:val="002643C2"/>
    <w:rsid w:val="002667C9"/>
    <w:rsid w:val="00266C9F"/>
    <w:rsid w:val="00270882"/>
    <w:rsid w:val="00271CC6"/>
    <w:rsid w:val="00271E9A"/>
    <w:rsid w:val="002775D0"/>
    <w:rsid w:val="00277661"/>
    <w:rsid w:val="00287F36"/>
    <w:rsid w:val="00293C56"/>
    <w:rsid w:val="00297FB9"/>
    <w:rsid w:val="002A0641"/>
    <w:rsid w:val="002A6894"/>
    <w:rsid w:val="002A6BBE"/>
    <w:rsid w:val="002B03EE"/>
    <w:rsid w:val="002B0E09"/>
    <w:rsid w:val="002B4FDF"/>
    <w:rsid w:val="002B5137"/>
    <w:rsid w:val="002C17DC"/>
    <w:rsid w:val="002C7061"/>
    <w:rsid w:val="002D0120"/>
    <w:rsid w:val="002D1962"/>
    <w:rsid w:val="002E518D"/>
    <w:rsid w:val="002F0E84"/>
    <w:rsid w:val="002F3194"/>
    <w:rsid w:val="002F74E7"/>
    <w:rsid w:val="00302AAF"/>
    <w:rsid w:val="00314CA0"/>
    <w:rsid w:val="003156A3"/>
    <w:rsid w:val="003200E4"/>
    <w:rsid w:val="00323D05"/>
    <w:rsid w:val="00330991"/>
    <w:rsid w:val="00333DF8"/>
    <w:rsid w:val="003356F6"/>
    <w:rsid w:val="003410A2"/>
    <w:rsid w:val="00342EA8"/>
    <w:rsid w:val="00343B43"/>
    <w:rsid w:val="003445B0"/>
    <w:rsid w:val="00346D2B"/>
    <w:rsid w:val="00350FDC"/>
    <w:rsid w:val="00352951"/>
    <w:rsid w:val="00354023"/>
    <w:rsid w:val="00356015"/>
    <w:rsid w:val="00356D08"/>
    <w:rsid w:val="0036161D"/>
    <w:rsid w:val="00364FAA"/>
    <w:rsid w:val="00367A77"/>
    <w:rsid w:val="00367A7D"/>
    <w:rsid w:val="003756CC"/>
    <w:rsid w:val="00380FB1"/>
    <w:rsid w:val="00384449"/>
    <w:rsid w:val="0038492E"/>
    <w:rsid w:val="00385BBE"/>
    <w:rsid w:val="00394A9D"/>
    <w:rsid w:val="00394B6B"/>
    <w:rsid w:val="00394E8C"/>
    <w:rsid w:val="0039697F"/>
    <w:rsid w:val="003974C8"/>
    <w:rsid w:val="003A129C"/>
    <w:rsid w:val="003A3BF0"/>
    <w:rsid w:val="003A41F3"/>
    <w:rsid w:val="003A663B"/>
    <w:rsid w:val="003B22D1"/>
    <w:rsid w:val="003B33A5"/>
    <w:rsid w:val="003B6714"/>
    <w:rsid w:val="003B74C6"/>
    <w:rsid w:val="003D6B50"/>
    <w:rsid w:val="003E2BE1"/>
    <w:rsid w:val="003E3DEA"/>
    <w:rsid w:val="003E7ED7"/>
    <w:rsid w:val="003F0839"/>
    <w:rsid w:val="003F540D"/>
    <w:rsid w:val="003F555A"/>
    <w:rsid w:val="003F7A5D"/>
    <w:rsid w:val="00401B16"/>
    <w:rsid w:val="00402C91"/>
    <w:rsid w:val="00403912"/>
    <w:rsid w:val="0041545B"/>
    <w:rsid w:val="0041644B"/>
    <w:rsid w:val="004200F6"/>
    <w:rsid w:val="00426302"/>
    <w:rsid w:val="0044090B"/>
    <w:rsid w:val="004429D4"/>
    <w:rsid w:val="004552BF"/>
    <w:rsid w:val="00460585"/>
    <w:rsid w:val="00462274"/>
    <w:rsid w:val="004626CC"/>
    <w:rsid w:val="00465AA2"/>
    <w:rsid w:val="00467522"/>
    <w:rsid w:val="00476B88"/>
    <w:rsid w:val="00477A8A"/>
    <w:rsid w:val="00492EA0"/>
    <w:rsid w:val="0049666D"/>
    <w:rsid w:val="0049724E"/>
    <w:rsid w:val="004A318E"/>
    <w:rsid w:val="004B0233"/>
    <w:rsid w:val="004B23BC"/>
    <w:rsid w:val="004B4A04"/>
    <w:rsid w:val="004B5C23"/>
    <w:rsid w:val="004B7795"/>
    <w:rsid w:val="004C0B38"/>
    <w:rsid w:val="004C1E84"/>
    <w:rsid w:val="004C25D7"/>
    <w:rsid w:val="004C39D3"/>
    <w:rsid w:val="004C604D"/>
    <w:rsid w:val="004D1259"/>
    <w:rsid w:val="004F5737"/>
    <w:rsid w:val="00504D08"/>
    <w:rsid w:val="00504E7E"/>
    <w:rsid w:val="00507643"/>
    <w:rsid w:val="00510DCC"/>
    <w:rsid w:val="00511125"/>
    <w:rsid w:val="00520723"/>
    <w:rsid w:val="00524BCE"/>
    <w:rsid w:val="00544BA4"/>
    <w:rsid w:val="00554865"/>
    <w:rsid w:val="00555FD7"/>
    <w:rsid w:val="0055656F"/>
    <w:rsid w:val="0056673A"/>
    <w:rsid w:val="00566EAC"/>
    <w:rsid w:val="005672FD"/>
    <w:rsid w:val="00571F31"/>
    <w:rsid w:val="00574FA7"/>
    <w:rsid w:val="00576631"/>
    <w:rsid w:val="00581300"/>
    <w:rsid w:val="00582B80"/>
    <w:rsid w:val="00583271"/>
    <w:rsid w:val="00585C3B"/>
    <w:rsid w:val="00597636"/>
    <w:rsid w:val="005A0AF0"/>
    <w:rsid w:val="005A25BD"/>
    <w:rsid w:val="005A6E1C"/>
    <w:rsid w:val="005B0F61"/>
    <w:rsid w:val="005B39D0"/>
    <w:rsid w:val="005B4E6D"/>
    <w:rsid w:val="005C4BA9"/>
    <w:rsid w:val="005D0843"/>
    <w:rsid w:val="005D3B42"/>
    <w:rsid w:val="005D55B5"/>
    <w:rsid w:val="005F0EFF"/>
    <w:rsid w:val="005F3423"/>
    <w:rsid w:val="005F3799"/>
    <w:rsid w:val="005F72A0"/>
    <w:rsid w:val="00602694"/>
    <w:rsid w:val="00604027"/>
    <w:rsid w:val="006053B0"/>
    <w:rsid w:val="006118BA"/>
    <w:rsid w:val="00614A14"/>
    <w:rsid w:val="00616445"/>
    <w:rsid w:val="006170FE"/>
    <w:rsid w:val="006302A5"/>
    <w:rsid w:val="00633CC3"/>
    <w:rsid w:val="00640566"/>
    <w:rsid w:val="00642FC0"/>
    <w:rsid w:val="00644600"/>
    <w:rsid w:val="00647BB8"/>
    <w:rsid w:val="006506F2"/>
    <w:rsid w:val="00652438"/>
    <w:rsid w:val="00653803"/>
    <w:rsid w:val="00657EC3"/>
    <w:rsid w:val="0066311D"/>
    <w:rsid w:val="0067172C"/>
    <w:rsid w:val="0067329B"/>
    <w:rsid w:val="00681B74"/>
    <w:rsid w:val="00684775"/>
    <w:rsid w:val="00684D39"/>
    <w:rsid w:val="00685A27"/>
    <w:rsid w:val="00691A1E"/>
    <w:rsid w:val="00693B67"/>
    <w:rsid w:val="0069449D"/>
    <w:rsid w:val="00696D05"/>
    <w:rsid w:val="006A195D"/>
    <w:rsid w:val="006A54C6"/>
    <w:rsid w:val="006A6915"/>
    <w:rsid w:val="006B4A23"/>
    <w:rsid w:val="006B4FF9"/>
    <w:rsid w:val="006B711E"/>
    <w:rsid w:val="006B7646"/>
    <w:rsid w:val="006C4798"/>
    <w:rsid w:val="006D32AC"/>
    <w:rsid w:val="006D54F7"/>
    <w:rsid w:val="006D7FCB"/>
    <w:rsid w:val="006F46B5"/>
    <w:rsid w:val="006F52CB"/>
    <w:rsid w:val="006F5F96"/>
    <w:rsid w:val="006F7D8D"/>
    <w:rsid w:val="00707C72"/>
    <w:rsid w:val="00714913"/>
    <w:rsid w:val="00724507"/>
    <w:rsid w:val="007323C3"/>
    <w:rsid w:val="007327ED"/>
    <w:rsid w:val="00737B88"/>
    <w:rsid w:val="0074452E"/>
    <w:rsid w:val="00753706"/>
    <w:rsid w:val="00755ABA"/>
    <w:rsid w:val="00757D2E"/>
    <w:rsid w:val="00763825"/>
    <w:rsid w:val="00764741"/>
    <w:rsid w:val="007657DE"/>
    <w:rsid w:val="007658C4"/>
    <w:rsid w:val="007701A1"/>
    <w:rsid w:val="007703B3"/>
    <w:rsid w:val="00776C33"/>
    <w:rsid w:val="00777EF2"/>
    <w:rsid w:val="007821D2"/>
    <w:rsid w:val="0078399B"/>
    <w:rsid w:val="00784109"/>
    <w:rsid w:val="00787011"/>
    <w:rsid w:val="007870DE"/>
    <w:rsid w:val="00791532"/>
    <w:rsid w:val="00791F10"/>
    <w:rsid w:val="007947F6"/>
    <w:rsid w:val="00794A02"/>
    <w:rsid w:val="007A380C"/>
    <w:rsid w:val="007A6287"/>
    <w:rsid w:val="007A6ABF"/>
    <w:rsid w:val="007A6E7E"/>
    <w:rsid w:val="007B6F36"/>
    <w:rsid w:val="007B787C"/>
    <w:rsid w:val="007C2329"/>
    <w:rsid w:val="007C59F9"/>
    <w:rsid w:val="007C60E0"/>
    <w:rsid w:val="007D0B35"/>
    <w:rsid w:val="007D43EA"/>
    <w:rsid w:val="007E1677"/>
    <w:rsid w:val="007E195C"/>
    <w:rsid w:val="007E5BEE"/>
    <w:rsid w:val="00807203"/>
    <w:rsid w:val="0081132F"/>
    <w:rsid w:val="00814C70"/>
    <w:rsid w:val="00815D9A"/>
    <w:rsid w:val="00820A36"/>
    <w:rsid w:val="008235AF"/>
    <w:rsid w:val="00827173"/>
    <w:rsid w:val="008323CA"/>
    <w:rsid w:val="0083442E"/>
    <w:rsid w:val="0083539E"/>
    <w:rsid w:val="0085569F"/>
    <w:rsid w:val="00871A68"/>
    <w:rsid w:val="00872328"/>
    <w:rsid w:val="0087394A"/>
    <w:rsid w:val="00883359"/>
    <w:rsid w:val="008868AC"/>
    <w:rsid w:val="00886D68"/>
    <w:rsid w:val="008914A9"/>
    <w:rsid w:val="00891C6C"/>
    <w:rsid w:val="008A4633"/>
    <w:rsid w:val="008A4CED"/>
    <w:rsid w:val="008A4DA7"/>
    <w:rsid w:val="008A510D"/>
    <w:rsid w:val="008B5947"/>
    <w:rsid w:val="008B7ED4"/>
    <w:rsid w:val="008C501A"/>
    <w:rsid w:val="008C6F51"/>
    <w:rsid w:val="008D30A2"/>
    <w:rsid w:val="008D62C6"/>
    <w:rsid w:val="008D68BC"/>
    <w:rsid w:val="008E60A2"/>
    <w:rsid w:val="008F3300"/>
    <w:rsid w:val="00900A9B"/>
    <w:rsid w:val="00901C9B"/>
    <w:rsid w:val="00903423"/>
    <w:rsid w:val="00904C5D"/>
    <w:rsid w:val="00907738"/>
    <w:rsid w:val="00907BB1"/>
    <w:rsid w:val="009171CD"/>
    <w:rsid w:val="00921B1E"/>
    <w:rsid w:val="00922AD3"/>
    <w:rsid w:val="009232FD"/>
    <w:rsid w:val="0092330B"/>
    <w:rsid w:val="009326CA"/>
    <w:rsid w:val="00932A02"/>
    <w:rsid w:val="00934233"/>
    <w:rsid w:val="009362FF"/>
    <w:rsid w:val="0093713C"/>
    <w:rsid w:val="00940BEA"/>
    <w:rsid w:val="00945082"/>
    <w:rsid w:val="00952179"/>
    <w:rsid w:val="00953494"/>
    <w:rsid w:val="009538A6"/>
    <w:rsid w:val="00962737"/>
    <w:rsid w:val="0096527A"/>
    <w:rsid w:val="009713C2"/>
    <w:rsid w:val="009760EF"/>
    <w:rsid w:val="00993445"/>
    <w:rsid w:val="009A324E"/>
    <w:rsid w:val="009A5F25"/>
    <w:rsid w:val="009B3DE9"/>
    <w:rsid w:val="009B5C03"/>
    <w:rsid w:val="009C2D82"/>
    <w:rsid w:val="009D086A"/>
    <w:rsid w:val="009D0B27"/>
    <w:rsid w:val="009D32C8"/>
    <w:rsid w:val="009D4646"/>
    <w:rsid w:val="009E7997"/>
    <w:rsid w:val="009F00C9"/>
    <w:rsid w:val="009F0326"/>
    <w:rsid w:val="009F4D8B"/>
    <w:rsid w:val="00A14449"/>
    <w:rsid w:val="00A204AB"/>
    <w:rsid w:val="00A21471"/>
    <w:rsid w:val="00A21DA8"/>
    <w:rsid w:val="00A25FF8"/>
    <w:rsid w:val="00A265E6"/>
    <w:rsid w:val="00A3279B"/>
    <w:rsid w:val="00A36E85"/>
    <w:rsid w:val="00A436AE"/>
    <w:rsid w:val="00A43CDE"/>
    <w:rsid w:val="00A448A8"/>
    <w:rsid w:val="00A44DFD"/>
    <w:rsid w:val="00A56148"/>
    <w:rsid w:val="00A56186"/>
    <w:rsid w:val="00A62A62"/>
    <w:rsid w:val="00A65629"/>
    <w:rsid w:val="00A65C2A"/>
    <w:rsid w:val="00A704F0"/>
    <w:rsid w:val="00A71AB2"/>
    <w:rsid w:val="00A74430"/>
    <w:rsid w:val="00A84207"/>
    <w:rsid w:val="00A95E94"/>
    <w:rsid w:val="00A96806"/>
    <w:rsid w:val="00AA1D38"/>
    <w:rsid w:val="00AA6588"/>
    <w:rsid w:val="00AB0918"/>
    <w:rsid w:val="00AB285D"/>
    <w:rsid w:val="00AC0CA0"/>
    <w:rsid w:val="00AC4089"/>
    <w:rsid w:val="00AC5627"/>
    <w:rsid w:val="00AC6116"/>
    <w:rsid w:val="00AC6C45"/>
    <w:rsid w:val="00AD2BCE"/>
    <w:rsid w:val="00AE1A84"/>
    <w:rsid w:val="00AE1EDA"/>
    <w:rsid w:val="00AF08C7"/>
    <w:rsid w:val="00AF0B5A"/>
    <w:rsid w:val="00AF2230"/>
    <w:rsid w:val="00AF262D"/>
    <w:rsid w:val="00AF332C"/>
    <w:rsid w:val="00AF6CDC"/>
    <w:rsid w:val="00B01E12"/>
    <w:rsid w:val="00B05765"/>
    <w:rsid w:val="00B05F58"/>
    <w:rsid w:val="00B06EBD"/>
    <w:rsid w:val="00B0788E"/>
    <w:rsid w:val="00B1295A"/>
    <w:rsid w:val="00B226EB"/>
    <w:rsid w:val="00B27430"/>
    <w:rsid w:val="00B329FB"/>
    <w:rsid w:val="00B348A3"/>
    <w:rsid w:val="00B422A7"/>
    <w:rsid w:val="00B42383"/>
    <w:rsid w:val="00B51DDC"/>
    <w:rsid w:val="00B61798"/>
    <w:rsid w:val="00B7045B"/>
    <w:rsid w:val="00B70D12"/>
    <w:rsid w:val="00B73A0E"/>
    <w:rsid w:val="00B75105"/>
    <w:rsid w:val="00B856A0"/>
    <w:rsid w:val="00B903C0"/>
    <w:rsid w:val="00B92687"/>
    <w:rsid w:val="00BA03E6"/>
    <w:rsid w:val="00BA1DE4"/>
    <w:rsid w:val="00BA2967"/>
    <w:rsid w:val="00BA393B"/>
    <w:rsid w:val="00BA4435"/>
    <w:rsid w:val="00BA77CA"/>
    <w:rsid w:val="00BA77E9"/>
    <w:rsid w:val="00BC1314"/>
    <w:rsid w:val="00BC3FFA"/>
    <w:rsid w:val="00BC4509"/>
    <w:rsid w:val="00BD2252"/>
    <w:rsid w:val="00BD2B19"/>
    <w:rsid w:val="00BD2D09"/>
    <w:rsid w:val="00BE08A5"/>
    <w:rsid w:val="00BE3938"/>
    <w:rsid w:val="00BE7249"/>
    <w:rsid w:val="00BF4665"/>
    <w:rsid w:val="00BF7E08"/>
    <w:rsid w:val="00C01ED1"/>
    <w:rsid w:val="00C05135"/>
    <w:rsid w:val="00C07951"/>
    <w:rsid w:val="00C10EFB"/>
    <w:rsid w:val="00C15048"/>
    <w:rsid w:val="00C16197"/>
    <w:rsid w:val="00C33A99"/>
    <w:rsid w:val="00C351A4"/>
    <w:rsid w:val="00C37805"/>
    <w:rsid w:val="00C37916"/>
    <w:rsid w:val="00C37E06"/>
    <w:rsid w:val="00C41B27"/>
    <w:rsid w:val="00C44BE0"/>
    <w:rsid w:val="00C46CDD"/>
    <w:rsid w:val="00C55D26"/>
    <w:rsid w:val="00C61159"/>
    <w:rsid w:val="00C62267"/>
    <w:rsid w:val="00C62F0D"/>
    <w:rsid w:val="00C666E9"/>
    <w:rsid w:val="00C70D11"/>
    <w:rsid w:val="00C770CC"/>
    <w:rsid w:val="00C805E0"/>
    <w:rsid w:val="00C808A9"/>
    <w:rsid w:val="00C879C9"/>
    <w:rsid w:val="00C912D4"/>
    <w:rsid w:val="00C94058"/>
    <w:rsid w:val="00C94F19"/>
    <w:rsid w:val="00C94F95"/>
    <w:rsid w:val="00CA1FBF"/>
    <w:rsid w:val="00CA4603"/>
    <w:rsid w:val="00CA470E"/>
    <w:rsid w:val="00CA5F4C"/>
    <w:rsid w:val="00CA6CE4"/>
    <w:rsid w:val="00CB26E3"/>
    <w:rsid w:val="00CB367F"/>
    <w:rsid w:val="00CB47E8"/>
    <w:rsid w:val="00CC4FA5"/>
    <w:rsid w:val="00CD1F13"/>
    <w:rsid w:val="00CD610D"/>
    <w:rsid w:val="00CF0D34"/>
    <w:rsid w:val="00CF50A3"/>
    <w:rsid w:val="00CF5C48"/>
    <w:rsid w:val="00D00C3C"/>
    <w:rsid w:val="00D032A2"/>
    <w:rsid w:val="00D0563A"/>
    <w:rsid w:val="00D11982"/>
    <w:rsid w:val="00D16C44"/>
    <w:rsid w:val="00D30B95"/>
    <w:rsid w:val="00D3425D"/>
    <w:rsid w:val="00D37F37"/>
    <w:rsid w:val="00D43EED"/>
    <w:rsid w:val="00D46D26"/>
    <w:rsid w:val="00D50D2A"/>
    <w:rsid w:val="00D55302"/>
    <w:rsid w:val="00D6006D"/>
    <w:rsid w:val="00D65B09"/>
    <w:rsid w:val="00D66242"/>
    <w:rsid w:val="00D7101C"/>
    <w:rsid w:val="00D72565"/>
    <w:rsid w:val="00D737AC"/>
    <w:rsid w:val="00D77902"/>
    <w:rsid w:val="00D82963"/>
    <w:rsid w:val="00D836C5"/>
    <w:rsid w:val="00D84D6D"/>
    <w:rsid w:val="00D87A10"/>
    <w:rsid w:val="00D910A9"/>
    <w:rsid w:val="00D91483"/>
    <w:rsid w:val="00D91B61"/>
    <w:rsid w:val="00D97B72"/>
    <w:rsid w:val="00DA21A3"/>
    <w:rsid w:val="00DA41B0"/>
    <w:rsid w:val="00DA543A"/>
    <w:rsid w:val="00DB16C5"/>
    <w:rsid w:val="00DB7917"/>
    <w:rsid w:val="00DC059E"/>
    <w:rsid w:val="00DC3327"/>
    <w:rsid w:val="00DD6286"/>
    <w:rsid w:val="00DD6AB1"/>
    <w:rsid w:val="00DE1BAA"/>
    <w:rsid w:val="00DE3ED0"/>
    <w:rsid w:val="00DE56A1"/>
    <w:rsid w:val="00DF03B8"/>
    <w:rsid w:val="00DF4E8C"/>
    <w:rsid w:val="00DF5E56"/>
    <w:rsid w:val="00E02032"/>
    <w:rsid w:val="00E037CE"/>
    <w:rsid w:val="00E05ACE"/>
    <w:rsid w:val="00E24CEA"/>
    <w:rsid w:val="00E31DBC"/>
    <w:rsid w:val="00E31FDD"/>
    <w:rsid w:val="00E32436"/>
    <w:rsid w:val="00E34FCB"/>
    <w:rsid w:val="00E351B1"/>
    <w:rsid w:val="00E46D97"/>
    <w:rsid w:val="00E5339F"/>
    <w:rsid w:val="00E55636"/>
    <w:rsid w:val="00E61DB3"/>
    <w:rsid w:val="00E66404"/>
    <w:rsid w:val="00E66E3E"/>
    <w:rsid w:val="00E7502E"/>
    <w:rsid w:val="00E8040F"/>
    <w:rsid w:val="00E837E4"/>
    <w:rsid w:val="00E87DF3"/>
    <w:rsid w:val="00E90745"/>
    <w:rsid w:val="00E935E9"/>
    <w:rsid w:val="00E95801"/>
    <w:rsid w:val="00EA0B7B"/>
    <w:rsid w:val="00EA29A6"/>
    <w:rsid w:val="00EA58AF"/>
    <w:rsid w:val="00EA5D4C"/>
    <w:rsid w:val="00EB47ED"/>
    <w:rsid w:val="00EB5D47"/>
    <w:rsid w:val="00EB64BC"/>
    <w:rsid w:val="00EC00F0"/>
    <w:rsid w:val="00EC1142"/>
    <w:rsid w:val="00EC40AC"/>
    <w:rsid w:val="00ED0C6F"/>
    <w:rsid w:val="00ED14D4"/>
    <w:rsid w:val="00ED1934"/>
    <w:rsid w:val="00ED7E9B"/>
    <w:rsid w:val="00EE0132"/>
    <w:rsid w:val="00EE6C66"/>
    <w:rsid w:val="00EF0A24"/>
    <w:rsid w:val="00EF1384"/>
    <w:rsid w:val="00EF4BDB"/>
    <w:rsid w:val="00EF622A"/>
    <w:rsid w:val="00F00B87"/>
    <w:rsid w:val="00F01280"/>
    <w:rsid w:val="00F054A6"/>
    <w:rsid w:val="00F0561D"/>
    <w:rsid w:val="00F07088"/>
    <w:rsid w:val="00F1230E"/>
    <w:rsid w:val="00F22006"/>
    <w:rsid w:val="00F23296"/>
    <w:rsid w:val="00F25DCC"/>
    <w:rsid w:val="00F263D9"/>
    <w:rsid w:val="00F31EFC"/>
    <w:rsid w:val="00F340BF"/>
    <w:rsid w:val="00F36523"/>
    <w:rsid w:val="00F36BB3"/>
    <w:rsid w:val="00F41B1D"/>
    <w:rsid w:val="00F43FA8"/>
    <w:rsid w:val="00F513F3"/>
    <w:rsid w:val="00F52E65"/>
    <w:rsid w:val="00F64811"/>
    <w:rsid w:val="00F65D5F"/>
    <w:rsid w:val="00F73DC3"/>
    <w:rsid w:val="00F76BAA"/>
    <w:rsid w:val="00F77A00"/>
    <w:rsid w:val="00F81EAD"/>
    <w:rsid w:val="00F82A97"/>
    <w:rsid w:val="00F92308"/>
    <w:rsid w:val="00F9377E"/>
    <w:rsid w:val="00F94EF9"/>
    <w:rsid w:val="00FA1681"/>
    <w:rsid w:val="00FA3561"/>
    <w:rsid w:val="00FA3648"/>
    <w:rsid w:val="00FA3EE8"/>
    <w:rsid w:val="00FA633E"/>
    <w:rsid w:val="00FA72CA"/>
    <w:rsid w:val="00FA7E98"/>
    <w:rsid w:val="00FB3F37"/>
    <w:rsid w:val="00FB755E"/>
    <w:rsid w:val="00FC1801"/>
    <w:rsid w:val="00FC5D13"/>
    <w:rsid w:val="00FD75D3"/>
    <w:rsid w:val="00FE1809"/>
    <w:rsid w:val="00FE1E73"/>
    <w:rsid w:val="00FE21BA"/>
    <w:rsid w:val="00FE2255"/>
    <w:rsid w:val="00FE310B"/>
    <w:rsid w:val="00FE5EC1"/>
    <w:rsid w:val="00FF012A"/>
    <w:rsid w:val="00FF0554"/>
    <w:rsid w:val="00FF1549"/>
    <w:rsid w:val="00FF18F8"/>
    <w:rsid w:val="00FF33CB"/>
    <w:rsid w:val="00FF48DF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89426"/>
  <w14:defaultImageDpi w14:val="0"/>
  <w15:docId w15:val="{8A234545-0F89-4AA0-9791-29076627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A02"/>
    <w:pPr>
      <w:jc w:val="both"/>
    </w:pPr>
    <w:rPr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uiPriority w:val="39"/>
    <w:rsid w:val="00684D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FF0554"/>
    <w:pPr>
      <w:tabs>
        <w:tab w:val="left" w:pos="510"/>
      </w:tabs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808A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color w:val="000000"/>
    </w:rPr>
  </w:style>
  <w:style w:type="paragraph" w:customStyle="1" w:styleId="lnok">
    <w:name w:val="článok"/>
    <w:basedOn w:val="Normlny"/>
    <w:next w:val="odsek"/>
    <w:uiPriority w:val="99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character" w:styleId="Odkaznapoznmkupodiarou">
    <w:name w:val="footnote reference"/>
    <w:basedOn w:val="Predvolenpsmoodseku"/>
    <w:uiPriority w:val="99"/>
    <w:semiHidden/>
    <w:rsid w:val="00C808A9"/>
    <w:rPr>
      <w:rFonts w:cs="Times New Roman"/>
      <w:vertAlign w:val="superscript"/>
    </w:rPr>
  </w:style>
  <w:style w:type="paragraph" w:customStyle="1" w:styleId="odsekChar">
    <w:name w:val="odsek Char"/>
    <w:basedOn w:val="Normlny"/>
    <w:rsid w:val="00462274"/>
    <w:pPr>
      <w:numPr>
        <w:ilvl w:val="1"/>
        <w:numId w:val="2"/>
      </w:numPr>
    </w:pPr>
  </w:style>
  <w:style w:type="paragraph" w:customStyle="1" w:styleId="text">
    <w:name w:val="text"/>
    <w:basedOn w:val="Normlny"/>
    <w:rsid w:val="00D032A2"/>
    <w:pPr>
      <w:spacing w:after="120"/>
      <w:ind w:firstLine="510"/>
    </w:pPr>
    <w:rPr>
      <w:rFonts w:ascii="Arial" w:hAnsi="Arial"/>
    </w:rPr>
  </w:style>
  <w:style w:type="paragraph" w:styleId="Odsekzoznamu">
    <w:name w:val="List Paragraph"/>
    <w:basedOn w:val="Normlny"/>
    <w:uiPriority w:val="34"/>
    <w:qFormat/>
    <w:rsid w:val="00CA4603"/>
    <w:pPr>
      <w:ind w:left="708"/>
    </w:pPr>
  </w:style>
  <w:style w:type="table" w:styleId="Mriekatabuky">
    <w:name w:val="Table Grid"/>
    <w:basedOn w:val="Normlnatabuka"/>
    <w:uiPriority w:val="59"/>
    <w:rsid w:val="00FA3EE8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ha">
    <w:name w:val="priloha"/>
    <w:basedOn w:val="Normlny"/>
    <w:rsid w:val="00F36BB3"/>
    <w:pPr>
      <w:numPr>
        <w:numId w:val="29"/>
      </w:numPr>
      <w:tabs>
        <w:tab w:val="num" w:pos="1418"/>
      </w:tabs>
      <w:spacing w:after="120"/>
      <w:ind w:left="1418"/>
      <w:jc w:val="left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0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60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2-sablona%20na%20pisanie%20predpisov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856CE-9A00-4883-80C7-9F115DEE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8-2004-I-priloha-c-2-sablona na pisanie predpisov MS SR v MS Word</Template>
  <TotalTime>2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Karol Bergmann</dc:creator>
  <cp:keywords/>
  <dc:description/>
  <cp:lastModifiedBy>Hudák Milan</cp:lastModifiedBy>
  <cp:revision>9</cp:revision>
  <cp:lastPrinted>2019-02-05T13:54:00Z</cp:lastPrinted>
  <dcterms:created xsi:type="dcterms:W3CDTF">2019-10-16T08:42:00Z</dcterms:created>
  <dcterms:modified xsi:type="dcterms:W3CDTF">2019-10-16T08:46:00Z</dcterms:modified>
</cp:coreProperties>
</file>